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D933E" w14:textId="34D32286" w:rsidR="007E331F" w:rsidRPr="0038438A" w:rsidRDefault="0038438A" w:rsidP="0038438A">
      <w:pPr>
        <w:pStyle w:val="Nagwek2"/>
        <w:widowControl/>
        <w:spacing w:line="360" w:lineRule="auto"/>
        <w:jc w:val="right"/>
        <w:rPr>
          <w:b w:val="0"/>
          <w:bCs/>
          <w:sz w:val="16"/>
          <w:szCs w:val="16"/>
        </w:rPr>
      </w:pPr>
      <w:r w:rsidRPr="0038438A">
        <w:rPr>
          <w:b w:val="0"/>
          <w:bCs/>
          <w:sz w:val="16"/>
          <w:szCs w:val="16"/>
        </w:rPr>
        <w:t>Załącznik nr 1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81BF0AD" w14:textId="77777777" w:rsidTr="005844F6">
        <w:tc>
          <w:tcPr>
            <w:tcW w:w="9104" w:type="dxa"/>
            <w:shd w:val="clear" w:color="auto" w:fill="F2F2F2"/>
          </w:tcPr>
          <w:p w14:paraId="19269482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62ED188D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3CD3D53B" w14:textId="121EC9FC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E00217" w:rsidRPr="00E00217">
        <w:rPr>
          <w:sz w:val="22"/>
          <w:szCs w:val="22"/>
        </w:rPr>
        <w:t>podstawowy</w:t>
      </w:r>
      <w:r w:rsidR="00A30D75">
        <w:rPr>
          <w:sz w:val="22"/>
          <w:szCs w:val="22"/>
        </w:rPr>
        <w:t>m</w:t>
      </w:r>
      <w:r w:rsidR="00E00217" w:rsidRPr="00E00217">
        <w:rPr>
          <w:sz w:val="22"/>
          <w:szCs w:val="22"/>
        </w:rPr>
        <w:t xml:space="preserve"> bez negocjacji - art. 275 pkt. 1 ustawy </w:t>
      </w:r>
      <w:proofErr w:type="spellStart"/>
      <w:r w:rsidR="00E00217" w:rsidRPr="00E00217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25A80384" w14:textId="25327F90" w:rsidR="002E612D" w:rsidRPr="002B74D6" w:rsidRDefault="00AA39D6" w:rsidP="002B74D6">
      <w:pPr>
        <w:spacing w:line="276" w:lineRule="auto"/>
        <w:jc w:val="center"/>
        <w:rPr>
          <w:rFonts w:ascii="Arial" w:hAnsi="Arial" w:cs="Arial"/>
          <w:b/>
          <w:bCs/>
        </w:rPr>
      </w:pPr>
      <w:r w:rsidRPr="002B74D6">
        <w:rPr>
          <w:rFonts w:ascii="Arial" w:hAnsi="Arial" w:cs="Arial"/>
          <w:b/>
          <w:bCs/>
        </w:rPr>
        <w:t>”</w:t>
      </w:r>
      <w:r w:rsidR="002B74D6" w:rsidRPr="002B74D6">
        <w:rPr>
          <w:rFonts w:ascii="Arial" w:hAnsi="Arial" w:cs="Arial"/>
          <w:b/>
          <w:bCs/>
        </w:rPr>
        <w:t>Dostawa paliw płynnych do pojazdów w roku 2026</w:t>
      </w:r>
      <w:r w:rsidRPr="002B74D6">
        <w:rPr>
          <w:rFonts w:ascii="Arial" w:hAnsi="Arial" w:cs="Arial"/>
          <w:b/>
          <w:bCs/>
        </w:rPr>
        <w:t>”</w:t>
      </w:r>
    </w:p>
    <w:p w14:paraId="34A4E39D" w14:textId="77777777" w:rsidR="007905DF" w:rsidRDefault="007905DF" w:rsidP="00AE2ACB">
      <w:pPr>
        <w:spacing w:after="100"/>
        <w:rPr>
          <w:sz w:val="22"/>
          <w:szCs w:val="22"/>
        </w:rPr>
      </w:pPr>
    </w:p>
    <w:p w14:paraId="5FDFA827" w14:textId="10A56874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6151"/>
      </w:tblGrid>
      <w:tr w:rsidR="00AE2ACB" w:rsidRPr="007677F8" w14:paraId="644D354B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2242CB3E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777BD2A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F3E273A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01027C5B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5769571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39A513B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0E73D1A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C3E0D8B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F3702D" w14:paraId="2FDE0477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122B2611" w14:textId="77777777" w:rsidR="00AE2ACB" w:rsidRPr="00F3702D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F3702D">
              <w:rPr>
                <w:rFonts w:eastAsia="Calibri"/>
                <w:sz w:val="22"/>
                <w:szCs w:val="22"/>
              </w:rPr>
              <w:t xml:space="preserve">REGON </w:t>
            </w:r>
            <w:r w:rsidRPr="00F3702D">
              <w:rPr>
                <w:rFonts w:eastAsia="Calibri"/>
                <w:i/>
                <w:sz w:val="22"/>
                <w:szCs w:val="22"/>
              </w:rPr>
              <w:t>(jeżeli dotyczy)</w:t>
            </w:r>
          </w:p>
        </w:tc>
        <w:tc>
          <w:tcPr>
            <w:tcW w:w="6237" w:type="dxa"/>
          </w:tcPr>
          <w:p w14:paraId="1C6027A7" w14:textId="77777777" w:rsidR="00AE2ACB" w:rsidRPr="00F3702D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sz w:val="22"/>
                <w:szCs w:val="22"/>
              </w:rPr>
            </w:pPr>
          </w:p>
        </w:tc>
      </w:tr>
      <w:tr w:rsidR="00AE2ACB" w:rsidRPr="00F3702D" w14:paraId="1CA19228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35E180D" w14:textId="77777777" w:rsidR="00AE2ACB" w:rsidRPr="00F3702D" w:rsidRDefault="003355F1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F3702D"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7BCDAE38" w14:textId="77777777" w:rsidR="00AE2ACB" w:rsidRPr="00F3702D" w:rsidRDefault="003355F1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sz w:val="22"/>
                <w:szCs w:val="22"/>
              </w:rPr>
            </w:pPr>
            <w:r w:rsidRPr="00F3702D">
              <w:rPr>
                <w:sz w:val="22"/>
                <w:szCs w:val="22"/>
              </w:rPr>
              <w:t xml:space="preserve">Mikroprzedsiębiorstwo / Małe przedsiębiorstwo / Średnie przedsiębiorstwo / Jednoosobowa działalność gospodarcza / Osoba fizyczna nieprowadząca działalności gospodarczej / Inny rodzaj </w:t>
            </w:r>
            <w:r w:rsidR="00AE2ACB" w:rsidRPr="00F3702D">
              <w:rPr>
                <w:sz w:val="22"/>
                <w:szCs w:val="22"/>
              </w:rPr>
              <w:t>*</w:t>
            </w:r>
          </w:p>
        </w:tc>
      </w:tr>
    </w:tbl>
    <w:p w14:paraId="7D70CD16" w14:textId="77777777" w:rsidR="003B769C" w:rsidRPr="00F3702D" w:rsidRDefault="003B769C" w:rsidP="00AA39D6">
      <w:pPr>
        <w:spacing w:line="276" w:lineRule="auto"/>
        <w:jc w:val="both"/>
        <w:rPr>
          <w:sz w:val="22"/>
          <w:szCs w:val="22"/>
        </w:rPr>
      </w:pPr>
    </w:p>
    <w:p w14:paraId="5C9DE76F" w14:textId="4258F138" w:rsidR="002B74D6" w:rsidRPr="002B74D6" w:rsidRDefault="004D5A42" w:rsidP="002B74D6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</w:pPr>
      <w:r w:rsidRPr="00F3702D">
        <w:rPr>
          <w:b/>
          <w:sz w:val="22"/>
          <w:szCs w:val="22"/>
        </w:rPr>
        <w:t>SKŁADAMY OFERTĘ</w:t>
      </w:r>
      <w:r w:rsidRPr="00F3702D">
        <w:rPr>
          <w:sz w:val="22"/>
          <w:szCs w:val="22"/>
        </w:rPr>
        <w:t xml:space="preserve"> </w:t>
      </w:r>
      <w:r w:rsidR="002B74D6" w:rsidRPr="002B74D6">
        <w:t>na wykonanie przedmiotu zamówienia zgodnie ze Specyfikacją Warunków Zamówienia, stosując niżej wymienione stawki: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80"/>
        <w:gridCol w:w="1662"/>
        <w:gridCol w:w="1019"/>
        <w:gridCol w:w="1560"/>
        <w:gridCol w:w="425"/>
        <w:gridCol w:w="709"/>
        <w:gridCol w:w="635"/>
        <w:gridCol w:w="924"/>
        <w:gridCol w:w="1134"/>
        <w:gridCol w:w="1417"/>
      </w:tblGrid>
      <w:tr w:rsidR="007905DF" w:rsidRPr="002B74D6" w14:paraId="58AE6744" w14:textId="77777777" w:rsidTr="00564493">
        <w:trPr>
          <w:trHeight w:val="394"/>
        </w:trPr>
        <w:tc>
          <w:tcPr>
            <w:tcW w:w="580" w:type="dxa"/>
            <w:vMerge w:val="restart"/>
            <w:vAlign w:val="center"/>
          </w:tcPr>
          <w:p w14:paraId="79964DB1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  <w:p w14:paraId="162F77A3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662" w:type="dxa"/>
            <w:vMerge w:val="restart"/>
            <w:textDirection w:val="btLr"/>
            <w:vAlign w:val="center"/>
          </w:tcPr>
          <w:p w14:paraId="360D7744" w14:textId="77777777" w:rsidR="007905DF" w:rsidRPr="002B74D6" w:rsidRDefault="007905DF" w:rsidP="007905DF">
            <w:pPr>
              <w:keepNext/>
              <w:suppressAutoHyphens/>
              <w:ind w:left="113" w:right="113"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  <w:p w14:paraId="3DA53762" w14:textId="77777777" w:rsidR="007905DF" w:rsidRPr="002B74D6" w:rsidRDefault="007905DF" w:rsidP="007905DF">
            <w:pPr>
              <w:keepNext/>
              <w:suppressAutoHyphens/>
              <w:ind w:left="113" w:right="113"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przedmiot zamówienia</w:t>
            </w:r>
          </w:p>
        </w:tc>
        <w:tc>
          <w:tcPr>
            <w:tcW w:w="1019" w:type="dxa"/>
            <w:vMerge w:val="restart"/>
            <w:textDirection w:val="btLr"/>
            <w:vAlign w:val="center"/>
          </w:tcPr>
          <w:p w14:paraId="064A6F9D" w14:textId="77777777" w:rsidR="007905DF" w:rsidRPr="002B74D6" w:rsidRDefault="007905DF" w:rsidP="007905DF">
            <w:pPr>
              <w:keepNext/>
              <w:suppressAutoHyphens/>
              <w:ind w:left="113" w:right="113"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  <w:p w14:paraId="70A898AC" w14:textId="77777777" w:rsidR="007905DF" w:rsidRPr="002B74D6" w:rsidRDefault="007905DF" w:rsidP="007905DF">
            <w:pPr>
              <w:keepNext/>
              <w:suppressAutoHyphens/>
              <w:ind w:left="113" w:right="113"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ilość</w:t>
            </w:r>
          </w:p>
          <w:p w14:paraId="0EF5F8FF" w14:textId="77777777" w:rsidR="007905DF" w:rsidRPr="002B74D6" w:rsidRDefault="007905DF" w:rsidP="007905DF">
            <w:pPr>
              <w:suppressAutoHyphens/>
              <w:ind w:left="113" w:right="113"/>
              <w:jc w:val="center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(w litrach)</w:t>
            </w:r>
          </w:p>
        </w:tc>
        <w:tc>
          <w:tcPr>
            <w:tcW w:w="1560" w:type="dxa"/>
            <w:vMerge w:val="restart"/>
            <w:textDirection w:val="btLr"/>
            <w:vAlign w:val="center"/>
          </w:tcPr>
          <w:p w14:paraId="6EA34F84" w14:textId="1CD56E4E" w:rsidR="007905DF" w:rsidRPr="002B74D6" w:rsidRDefault="007905DF" w:rsidP="007905DF">
            <w:pPr>
              <w:suppressAutoHyphens/>
              <w:ind w:left="113" w:right="113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7905D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 xml:space="preserve">Cena netto wg notowania z dnia 17.11.2025 r. opublikowana przez PKN ORLEN na stronie internetowej </w:t>
            </w:r>
            <w:r w:rsidR="00564493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 xml:space="preserve"> </w:t>
            </w:r>
            <w:hyperlink r:id="rId8" w:history="1">
              <w:r w:rsidR="00564493" w:rsidRPr="00B5162A">
                <w:rPr>
                  <w:rStyle w:val="Hipercze"/>
                  <w:rFonts w:ascii="Calibri Light" w:hAnsi="Calibri Light" w:cs="Calibri Light"/>
                  <w:sz w:val="20"/>
                  <w:szCs w:val="20"/>
                </w:rPr>
                <w:t>https://www.orlen.pl/pl/dla-biznesu/hurtowe-ceny-paliw</w:t>
              </w:r>
            </w:hyperlink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0751E9A" w14:textId="48E9DA19" w:rsidR="007905DF" w:rsidRPr="002B74D6" w:rsidRDefault="007905DF" w:rsidP="007905DF">
            <w:pPr>
              <w:keepNext/>
              <w:suppressAutoHyphens/>
              <w:ind w:left="113" w:right="113"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Wysokość upustu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E034F0E" w14:textId="77777777" w:rsidR="007905DF" w:rsidRPr="002B74D6" w:rsidRDefault="007905DF" w:rsidP="007905DF">
            <w:pPr>
              <w:keepNext/>
              <w:suppressAutoHyphens/>
              <w:ind w:left="113" w:right="113"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 Cena netto</w:t>
            </w:r>
          </w:p>
          <w:p w14:paraId="24206248" w14:textId="4FFC887A" w:rsidR="007905DF" w:rsidRPr="002B74D6" w:rsidRDefault="007905DF" w:rsidP="007905DF">
            <w:pPr>
              <w:keepNext/>
              <w:suppressAutoHyphens/>
              <w:ind w:left="113" w:right="113"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z uwzględnieniem upustu</w:t>
            </w:r>
          </w:p>
        </w:tc>
        <w:tc>
          <w:tcPr>
            <w:tcW w:w="635" w:type="dxa"/>
            <w:vMerge w:val="restart"/>
            <w:textDirection w:val="btLr"/>
          </w:tcPr>
          <w:p w14:paraId="3C0D9394" w14:textId="0F8A1823" w:rsidR="007905DF" w:rsidRPr="002B74D6" w:rsidRDefault="007905DF" w:rsidP="007E1022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7905DF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Stawka</w:t>
            </w:r>
            <w:r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 </w:t>
            </w:r>
            <w:r w:rsidRPr="007905DF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podatku </w:t>
            </w:r>
            <w:r w:rsidR="007E1022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VAT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56D0E7AE" w14:textId="5091BE7A" w:rsidR="007905DF" w:rsidRPr="002B74D6" w:rsidRDefault="007905DF" w:rsidP="007905DF">
            <w:pPr>
              <w:suppressAutoHyphens/>
              <w:ind w:left="113" w:right="113"/>
              <w:jc w:val="center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cena brutto </w:t>
            </w:r>
            <w:r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 z uwzględnieniem upustu</w:t>
            </w:r>
          </w:p>
          <w:p w14:paraId="003B7682" w14:textId="6FDD8799" w:rsidR="007905DF" w:rsidRPr="002B74D6" w:rsidRDefault="007905DF" w:rsidP="007905DF">
            <w:pPr>
              <w:suppressAutoHyphens/>
              <w:ind w:left="113" w:right="113"/>
              <w:jc w:val="center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(kol. </w:t>
            </w:r>
            <w:r w:rsidR="007E1022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6+7</w:t>
            </w: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043DFA0D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łączna wartość zamówienia</w:t>
            </w:r>
          </w:p>
        </w:tc>
      </w:tr>
      <w:tr w:rsidR="007905DF" w:rsidRPr="002B74D6" w14:paraId="45A3E729" w14:textId="77777777" w:rsidTr="00564493">
        <w:trPr>
          <w:trHeight w:val="2678"/>
        </w:trPr>
        <w:tc>
          <w:tcPr>
            <w:tcW w:w="580" w:type="dxa"/>
            <w:vMerge/>
            <w:tcBorders>
              <w:bottom w:val="single" w:sz="4" w:space="0" w:color="auto"/>
            </w:tcBorders>
            <w:vAlign w:val="center"/>
          </w:tcPr>
          <w:p w14:paraId="35BC79CD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vAlign w:val="center"/>
          </w:tcPr>
          <w:p w14:paraId="1A9975DB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  <w:vMerge/>
            <w:tcBorders>
              <w:bottom w:val="single" w:sz="4" w:space="0" w:color="auto"/>
            </w:tcBorders>
            <w:vAlign w:val="center"/>
          </w:tcPr>
          <w:p w14:paraId="0C4B17DF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37DF7A2A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135E60EC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26B8F209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635" w:type="dxa"/>
            <w:vMerge/>
            <w:tcBorders>
              <w:bottom w:val="single" w:sz="4" w:space="0" w:color="auto"/>
            </w:tcBorders>
          </w:tcPr>
          <w:p w14:paraId="0305C2C3" w14:textId="77777777" w:rsidR="007905DF" w:rsidRPr="002B74D6" w:rsidRDefault="007905DF" w:rsidP="002B74D6">
            <w:pPr>
              <w:suppressAutoHyphens/>
              <w:jc w:val="center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bottom w:val="single" w:sz="4" w:space="0" w:color="auto"/>
            </w:tcBorders>
            <w:vAlign w:val="center"/>
          </w:tcPr>
          <w:p w14:paraId="202A14DE" w14:textId="6FE36E27" w:rsidR="007905DF" w:rsidRPr="002B74D6" w:rsidRDefault="007905DF" w:rsidP="002B74D6">
            <w:pPr>
              <w:suppressAutoHyphens/>
              <w:jc w:val="center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6F5B13" w14:textId="77777777" w:rsidR="007905DF" w:rsidRPr="002B74D6" w:rsidRDefault="007905DF" w:rsidP="002B74D6">
            <w:pPr>
              <w:suppressAutoHyphens/>
              <w:jc w:val="center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netto</w:t>
            </w:r>
          </w:p>
          <w:p w14:paraId="100593E3" w14:textId="77777777" w:rsidR="007905DF" w:rsidRPr="002B74D6" w:rsidRDefault="007905DF" w:rsidP="002B74D6">
            <w:pPr>
              <w:suppressAutoHyphens/>
              <w:jc w:val="center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(w PLN)</w:t>
            </w:r>
          </w:p>
          <w:p w14:paraId="410736D8" w14:textId="5037B269" w:rsidR="007905DF" w:rsidRPr="002B74D6" w:rsidRDefault="007905DF" w:rsidP="002B74D6">
            <w:pPr>
              <w:suppressAutoHyphens/>
              <w:jc w:val="center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(kol. </w:t>
            </w:r>
            <w:r w:rsidR="007E1022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3x6</w:t>
            </w: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CCFCBF8" w14:textId="77777777" w:rsidR="007905DF" w:rsidRPr="002B74D6" w:rsidRDefault="007905DF" w:rsidP="002B74D6">
            <w:pPr>
              <w:suppressAutoHyphens/>
              <w:jc w:val="center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brutto</w:t>
            </w:r>
          </w:p>
          <w:p w14:paraId="5AD0B837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(w PLN)</w:t>
            </w:r>
          </w:p>
          <w:p w14:paraId="14380EFE" w14:textId="675EE46C" w:rsidR="007905DF" w:rsidRPr="002B74D6" w:rsidRDefault="007905DF" w:rsidP="002B74D6">
            <w:pPr>
              <w:suppressAutoHyphens/>
              <w:jc w:val="center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(kol. 3 x </w:t>
            </w:r>
            <w:r w:rsidR="007E1022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8</w:t>
            </w:r>
            <w:r w:rsidRPr="002B74D6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)</w:t>
            </w:r>
          </w:p>
        </w:tc>
      </w:tr>
      <w:tr w:rsidR="007905DF" w:rsidRPr="002B74D6" w14:paraId="783C9C92" w14:textId="77777777" w:rsidTr="00564493">
        <w:trPr>
          <w:trHeight w:val="255"/>
        </w:trPr>
        <w:tc>
          <w:tcPr>
            <w:tcW w:w="580" w:type="dxa"/>
            <w:shd w:val="clear" w:color="auto" w:fill="FFFFFF" w:themeFill="background1"/>
            <w:vAlign w:val="center"/>
          </w:tcPr>
          <w:p w14:paraId="3BE7F546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62" w:type="dxa"/>
            <w:shd w:val="clear" w:color="auto" w:fill="FFFFFF" w:themeFill="background1"/>
            <w:vAlign w:val="center"/>
          </w:tcPr>
          <w:p w14:paraId="4CB94F0D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7C1A90A4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222BEB80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5" w:type="dxa"/>
            <w:shd w:val="clear" w:color="auto" w:fill="FFFFFF" w:themeFill="background1"/>
          </w:tcPr>
          <w:p w14:paraId="09F65429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076762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35" w:type="dxa"/>
            <w:shd w:val="clear" w:color="auto" w:fill="FFFFFF" w:themeFill="background1"/>
          </w:tcPr>
          <w:p w14:paraId="0DFE9B6B" w14:textId="03C448E7" w:rsidR="007905DF" w:rsidRPr="002B74D6" w:rsidRDefault="007E1022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14:paraId="1916072D" w14:textId="19E70EBA" w:rsidR="007905DF" w:rsidRPr="002B74D6" w:rsidRDefault="007E1022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1E0463" w14:textId="5B8F0C57" w:rsidR="007905DF" w:rsidRPr="002B74D6" w:rsidRDefault="007E1022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39B4F44" w14:textId="771192ED" w:rsidR="007905DF" w:rsidRPr="002B74D6" w:rsidRDefault="007E1022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10</w:t>
            </w:r>
          </w:p>
        </w:tc>
      </w:tr>
      <w:tr w:rsidR="007905DF" w:rsidRPr="002B74D6" w14:paraId="14373745" w14:textId="77777777" w:rsidTr="00564493">
        <w:trPr>
          <w:trHeight w:val="426"/>
        </w:trPr>
        <w:tc>
          <w:tcPr>
            <w:tcW w:w="580" w:type="dxa"/>
            <w:vAlign w:val="center"/>
          </w:tcPr>
          <w:p w14:paraId="484F8812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1662" w:type="dxa"/>
            <w:vAlign w:val="center"/>
          </w:tcPr>
          <w:p w14:paraId="2E23FE45" w14:textId="3C8DFC14" w:rsidR="007905DF" w:rsidRPr="002B74D6" w:rsidRDefault="007905DF" w:rsidP="002B74D6">
            <w:pPr>
              <w:tabs>
                <w:tab w:val="left" w:pos="-720"/>
                <w:tab w:val="left" w:pos="284"/>
              </w:tabs>
              <w:suppressAutoHyphens/>
              <w:rPr>
                <w:rFonts w:ascii="Calibri Light" w:hAnsi="Calibri Light" w:cs="Calibri Light"/>
                <w:bCs/>
                <w:noProof/>
                <w:spacing w:val="-3"/>
                <w:sz w:val="22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bCs/>
                <w:noProof/>
                <w:spacing w:val="-3"/>
                <w:sz w:val="22"/>
                <w:szCs w:val="20"/>
                <w:lang w:eastAsia="en-US"/>
              </w:rPr>
              <w:t>O</w:t>
            </w:r>
            <w:r w:rsidRPr="002B74D6">
              <w:rPr>
                <w:rFonts w:ascii="Calibri Light" w:hAnsi="Calibri Light" w:cs="Calibri Light"/>
                <w:bCs/>
                <w:noProof/>
                <w:spacing w:val="-3"/>
                <w:sz w:val="22"/>
                <w:szCs w:val="20"/>
                <w:lang w:eastAsia="en-US"/>
              </w:rPr>
              <w:t>lej napędowy ON</w:t>
            </w:r>
            <w:r w:rsidR="00564493">
              <w:rPr>
                <w:rFonts w:ascii="Calibri Light" w:hAnsi="Calibri Light" w:cs="Calibri Light"/>
                <w:bCs/>
                <w:noProof/>
                <w:spacing w:val="-3"/>
                <w:sz w:val="22"/>
                <w:szCs w:val="20"/>
                <w:lang w:eastAsia="en-US"/>
              </w:rPr>
              <w:t xml:space="preserve"> </w:t>
            </w:r>
            <w:r w:rsidR="00564493" w:rsidRPr="00564493">
              <w:rPr>
                <w:rFonts w:ascii="Calibri Light" w:hAnsi="Calibri Light" w:cs="Calibri Light"/>
                <w:bCs/>
                <w:noProof/>
                <w:spacing w:val="-3"/>
                <w:sz w:val="22"/>
                <w:szCs w:val="20"/>
                <w:lang w:eastAsia="en-US"/>
              </w:rPr>
              <w:t>Ekodiesel</w:t>
            </w:r>
          </w:p>
        </w:tc>
        <w:tc>
          <w:tcPr>
            <w:tcW w:w="1019" w:type="dxa"/>
            <w:vAlign w:val="center"/>
          </w:tcPr>
          <w:p w14:paraId="35DE6DD7" w14:textId="7F6CC3AC" w:rsidR="007905DF" w:rsidRPr="002B74D6" w:rsidRDefault="007905DF" w:rsidP="002B74D6">
            <w:pPr>
              <w:suppressAutoHyphens/>
              <w:ind w:right="150"/>
              <w:jc w:val="right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110</w:t>
            </w:r>
            <w:r w:rsidRPr="002B74D6">
              <w:rPr>
                <w:rFonts w:ascii="Calibri Light" w:hAnsi="Calibri Light" w:cs="Calibri Light"/>
                <w:sz w:val="22"/>
                <w:szCs w:val="20"/>
                <w:lang w:eastAsia="en-US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14:paraId="3128A39A" w14:textId="3681FA89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4,89 zł/l</w:t>
            </w:r>
          </w:p>
        </w:tc>
        <w:tc>
          <w:tcPr>
            <w:tcW w:w="425" w:type="dxa"/>
          </w:tcPr>
          <w:p w14:paraId="7F192442" w14:textId="10819C3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……..</w:t>
            </w:r>
            <w:r w:rsidR="005773A7"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zł</w:t>
            </w:r>
          </w:p>
        </w:tc>
        <w:tc>
          <w:tcPr>
            <w:tcW w:w="709" w:type="dxa"/>
            <w:vAlign w:val="center"/>
          </w:tcPr>
          <w:p w14:paraId="0290E59A" w14:textId="623DB2E5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……zł/l</w:t>
            </w:r>
          </w:p>
        </w:tc>
        <w:tc>
          <w:tcPr>
            <w:tcW w:w="635" w:type="dxa"/>
          </w:tcPr>
          <w:p w14:paraId="3095D06A" w14:textId="77777777" w:rsidR="007905DF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</w:p>
          <w:p w14:paraId="518A155C" w14:textId="3050F69F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23%</w:t>
            </w:r>
          </w:p>
        </w:tc>
        <w:tc>
          <w:tcPr>
            <w:tcW w:w="924" w:type="dxa"/>
            <w:vAlign w:val="center"/>
          </w:tcPr>
          <w:p w14:paraId="0BC4EE89" w14:textId="289C37A6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……zł/l</w:t>
            </w:r>
          </w:p>
        </w:tc>
        <w:tc>
          <w:tcPr>
            <w:tcW w:w="1134" w:type="dxa"/>
            <w:vAlign w:val="center"/>
          </w:tcPr>
          <w:p w14:paraId="1CFFA9FB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728D319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</w:p>
        </w:tc>
      </w:tr>
      <w:tr w:rsidR="007905DF" w:rsidRPr="002B74D6" w14:paraId="6D3E9CD7" w14:textId="77777777" w:rsidTr="00564493">
        <w:trPr>
          <w:trHeight w:val="717"/>
        </w:trPr>
        <w:tc>
          <w:tcPr>
            <w:tcW w:w="580" w:type="dxa"/>
            <w:vAlign w:val="center"/>
          </w:tcPr>
          <w:p w14:paraId="25501158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2</w:t>
            </w:r>
          </w:p>
        </w:tc>
        <w:tc>
          <w:tcPr>
            <w:tcW w:w="1662" w:type="dxa"/>
            <w:vAlign w:val="center"/>
          </w:tcPr>
          <w:p w14:paraId="0BB632CD" w14:textId="246DF937" w:rsidR="007905DF" w:rsidRPr="002B74D6" w:rsidRDefault="007905DF" w:rsidP="002B74D6">
            <w:pPr>
              <w:tabs>
                <w:tab w:val="left" w:pos="-720"/>
                <w:tab w:val="left" w:pos="284"/>
              </w:tabs>
              <w:suppressAutoHyphens/>
              <w:rPr>
                <w:rFonts w:ascii="Calibri Light" w:hAnsi="Calibri Light" w:cs="Calibri Light"/>
                <w:bCs/>
                <w:noProof/>
                <w:spacing w:val="-3"/>
                <w:sz w:val="22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bCs/>
                <w:noProof/>
                <w:spacing w:val="-3"/>
                <w:sz w:val="22"/>
                <w:szCs w:val="20"/>
                <w:lang w:eastAsia="en-US"/>
              </w:rPr>
              <w:t>benzyna bezołowiowa 95 PB</w:t>
            </w:r>
            <w:r w:rsidR="00564493">
              <w:t xml:space="preserve"> </w:t>
            </w:r>
            <w:r w:rsidR="00564493" w:rsidRPr="00564493">
              <w:rPr>
                <w:rFonts w:ascii="Calibri Light" w:hAnsi="Calibri Light" w:cs="Calibri Light"/>
                <w:bCs/>
                <w:noProof/>
                <w:spacing w:val="-3"/>
                <w:sz w:val="22"/>
                <w:szCs w:val="20"/>
                <w:lang w:eastAsia="en-US"/>
              </w:rPr>
              <w:t>Eurosuper 95</w:t>
            </w:r>
          </w:p>
        </w:tc>
        <w:tc>
          <w:tcPr>
            <w:tcW w:w="1019" w:type="dxa"/>
            <w:vAlign w:val="center"/>
          </w:tcPr>
          <w:p w14:paraId="67C7ABCA" w14:textId="0D39EF11" w:rsidR="007905DF" w:rsidRPr="002B74D6" w:rsidRDefault="007905DF" w:rsidP="002B74D6">
            <w:pPr>
              <w:suppressAutoHyphens/>
              <w:ind w:right="150"/>
              <w:jc w:val="right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sz w:val="22"/>
                <w:szCs w:val="20"/>
                <w:lang w:eastAsia="en-US"/>
              </w:rPr>
              <w:t xml:space="preserve">1 </w:t>
            </w:r>
            <w:r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6</w:t>
            </w:r>
            <w:r w:rsidRPr="002B74D6"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00</w:t>
            </w:r>
          </w:p>
        </w:tc>
        <w:tc>
          <w:tcPr>
            <w:tcW w:w="1560" w:type="dxa"/>
            <w:vAlign w:val="center"/>
          </w:tcPr>
          <w:p w14:paraId="7216473F" w14:textId="524913D0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4,57 zł/l</w:t>
            </w:r>
          </w:p>
        </w:tc>
        <w:tc>
          <w:tcPr>
            <w:tcW w:w="425" w:type="dxa"/>
          </w:tcPr>
          <w:p w14:paraId="5071C63F" w14:textId="77777777" w:rsidR="007905DF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</w:p>
          <w:p w14:paraId="5BB842C2" w14:textId="4FFAE6F3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……..</w:t>
            </w:r>
            <w:r w:rsidR="005773A7"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zł</w:t>
            </w:r>
          </w:p>
        </w:tc>
        <w:tc>
          <w:tcPr>
            <w:tcW w:w="709" w:type="dxa"/>
            <w:vAlign w:val="center"/>
          </w:tcPr>
          <w:p w14:paraId="46E5E484" w14:textId="6C4E2FDC" w:rsidR="007905DF" w:rsidRPr="002B74D6" w:rsidRDefault="007905DF" w:rsidP="002B74D6">
            <w:pPr>
              <w:keepNext/>
              <w:suppressAutoHyphens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2"/>
                <w:szCs w:val="20"/>
                <w:lang w:eastAsia="en-US"/>
              </w:rPr>
              <w:t xml:space="preserve">  .…..zł/l</w:t>
            </w:r>
          </w:p>
        </w:tc>
        <w:tc>
          <w:tcPr>
            <w:tcW w:w="635" w:type="dxa"/>
          </w:tcPr>
          <w:p w14:paraId="281D4713" w14:textId="77777777" w:rsidR="007905DF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</w:p>
          <w:p w14:paraId="5FD8B1DB" w14:textId="77777777" w:rsidR="007905DF" w:rsidRDefault="007905DF" w:rsidP="007905DF">
            <w:pPr>
              <w:keepNext/>
              <w:suppressAutoHyphens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</w:p>
          <w:p w14:paraId="096315B5" w14:textId="02D5D1A7" w:rsidR="007905DF" w:rsidRPr="002B74D6" w:rsidRDefault="007905DF" w:rsidP="007905DF">
            <w:pPr>
              <w:keepNext/>
              <w:suppressAutoHyphens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23%</w:t>
            </w:r>
          </w:p>
        </w:tc>
        <w:tc>
          <w:tcPr>
            <w:tcW w:w="924" w:type="dxa"/>
            <w:vAlign w:val="center"/>
          </w:tcPr>
          <w:p w14:paraId="7C7C8633" w14:textId="3172FE24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2"/>
                <w:szCs w:val="20"/>
                <w:lang w:eastAsia="en-US"/>
              </w:rPr>
              <w:t>…….zł/l</w:t>
            </w:r>
          </w:p>
        </w:tc>
        <w:tc>
          <w:tcPr>
            <w:tcW w:w="1134" w:type="dxa"/>
            <w:vAlign w:val="center"/>
          </w:tcPr>
          <w:p w14:paraId="50354218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26357E65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</w:p>
        </w:tc>
      </w:tr>
      <w:tr w:rsidR="007905DF" w:rsidRPr="002B74D6" w14:paraId="4E151704" w14:textId="77777777" w:rsidTr="007E1022">
        <w:trPr>
          <w:trHeight w:val="544"/>
        </w:trPr>
        <w:tc>
          <w:tcPr>
            <w:tcW w:w="7514" w:type="dxa"/>
            <w:gridSpan w:val="8"/>
          </w:tcPr>
          <w:p w14:paraId="1613CE22" w14:textId="3944694A" w:rsidR="007905DF" w:rsidRPr="002B74D6" w:rsidRDefault="007905DF" w:rsidP="002B74D6">
            <w:pPr>
              <w:keepNext/>
              <w:suppressAutoHyphens/>
              <w:jc w:val="right"/>
              <w:outlineLvl w:val="1"/>
              <w:rPr>
                <w:rFonts w:ascii="Calibri Light" w:hAnsi="Calibri Light" w:cs="Calibri Light"/>
                <w:bCs/>
                <w:sz w:val="22"/>
                <w:szCs w:val="20"/>
                <w:lang w:eastAsia="en-US"/>
              </w:rPr>
            </w:pPr>
            <w:r w:rsidRPr="002B74D6">
              <w:rPr>
                <w:rFonts w:ascii="Calibri Light" w:hAnsi="Calibri Light" w:cs="Calibri Light"/>
                <w:bCs/>
                <w:sz w:val="22"/>
                <w:szCs w:val="20"/>
                <w:lang w:eastAsia="en-US"/>
              </w:rPr>
              <w:t>RAZEM</w:t>
            </w:r>
          </w:p>
        </w:tc>
        <w:tc>
          <w:tcPr>
            <w:tcW w:w="1134" w:type="dxa"/>
            <w:vAlign w:val="center"/>
          </w:tcPr>
          <w:p w14:paraId="10D7A2BB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B8A9223" w14:textId="77777777" w:rsidR="007905DF" w:rsidRPr="002B74D6" w:rsidRDefault="007905DF" w:rsidP="002B74D6">
            <w:pPr>
              <w:keepNext/>
              <w:suppressAutoHyphens/>
              <w:jc w:val="center"/>
              <w:outlineLvl w:val="1"/>
              <w:rPr>
                <w:rFonts w:ascii="Calibri Light" w:hAnsi="Calibri Light" w:cs="Calibri Light"/>
                <w:sz w:val="22"/>
                <w:szCs w:val="20"/>
                <w:lang w:eastAsia="en-US"/>
              </w:rPr>
            </w:pPr>
          </w:p>
        </w:tc>
      </w:tr>
    </w:tbl>
    <w:p w14:paraId="6F7CD93D" w14:textId="77777777" w:rsidR="00123E2A" w:rsidRDefault="00123E2A" w:rsidP="00123E2A">
      <w:pPr>
        <w:suppressAutoHyphens/>
        <w:spacing w:after="60"/>
        <w:jc w:val="both"/>
        <w:rPr>
          <w:rFonts w:ascii="Calibri Light" w:hAnsi="Calibri Light" w:cs="Calibri Light"/>
          <w:b/>
          <w:sz w:val="22"/>
          <w:szCs w:val="20"/>
          <w:lang w:eastAsia="en-US"/>
        </w:rPr>
      </w:pPr>
    </w:p>
    <w:p w14:paraId="6EACD663" w14:textId="347CC459" w:rsidR="00123E2A" w:rsidRPr="00123E2A" w:rsidRDefault="00123E2A" w:rsidP="00123E2A">
      <w:pPr>
        <w:suppressAutoHyphens/>
        <w:spacing w:after="60"/>
        <w:jc w:val="both"/>
        <w:rPr>
          <w:rFonts w:ascii="Calibri Light" w:hAnsi="Calibri Light" w:cs="Calibri Light"/>
          <w:b/>
          <w:sz w:val="22"/>
          <w:szCs w:val="20"/>
          <w:lang w:eastAsia="en-US"/>
        </w:rPr>
      </w:pPr>
      <w:r w:rsidRPr="00123E2A">
        <w:rPr>
          <w:rFonts w:ascii="Calibri Light" w:hAnsi="Calibri Light" w:cs="Calibri Light"/>
          <w:b/>
          <w:sz w:val="22"/>
          <w:szCs w:val="20"/>
          <w:lang w:eastAsia="en-US"/>
        </w:rPr>
        <w:t xml:space="preserve">Lokalizacja Stacji Paliw Wykonawcy </w:t>
      </w:r>
      <w:r w:rsidRPr="00123E2A">
        <w:rPr>
          <w:rFonts w:ascii="Calibri Light" w:hAnsi="Calibri Light" w:cs="Calibri Light"/>
          <w:sz w:val="22"/>
          <w:szCs w:val="20"/>
          <w:lang w:eastAsia="en-US"/>
        </w:rPr>
        <w:t>położonej/położonych</w:t>
      </w:r>
      <w:r w:rsidR="00564493">
        <w:rPr>
          <w:rFonts w:ascii="Calibri Light" w:hAnsi="Calibri Light" w:cs="Calibri Light"/>
          <w:sz w:val="22"/>
          <w:szCs w:val="20"/>
          <w:lang w:eastAsia="en-US"/>
        </w:rPr>
        <w:t xml:space="preserve"> (minimum 1)</w:t>
      </w:r>
      <w:r w:rsidRPr="00123E2A">
        <w:rPr>
          <w:rFonts w:ascii="Calibri Light" w:hAnsi="Calibri Light" w:cs="Calibri Light"/>
          <w:sz w:val="22"/>
          <w:szCs w:val="20"/>
          <w:lang w:eastAsia="en-US"/>
        </w:rPr>
        <w:t xml:space="preserve"> w odległości najdalej 7 km od siedziby Zamawiającego (Skalmierzyce, </w:t>
      </w:r>
      <w:proofErr w:type="spellStart"/>
      <w:r w:rsidRPr="00123E2A">
        <w:rPr>
          <w:rFonts w:ascii="Calibri Light" w:hAnsi="Calibri Light" w:cs="Calibri Light"/>
          <w:sz w:val="22"/>
          <w:szCs w:val="20"/>
          <w:lang w:eastAsia="en-US"/>
        </w:rPr>
        <w:t>Podkocka</w:t>
      </w:r>
      <w:proofErr w:type="spellEnd"/>
      <w:r w:rsidRPr="00123E2A">
        <w:rPr>
          <w:rFonts w:ascii="Calibri Light" w:hAnsi="Calibri Light" w:cs="Calibri Light"/>
          <w:sz w:val="22"/>
          <w:szCs w:val="20"/>
          <w:lang w:eastAsia="en-US"/>
        </w:rPr>
        <w:t xml:space="preserve"> 4c), liczonej po najkrótszej drodze dojazdu po drogach </w:t>
      </w:r>
      <w:r w:rsidRPr="00123E2A">
        <w:rPr>
          <w:rFonts w:ascii="Calibri Light" w:hAnsi="Calibri Light" w:cs="Calibri Light"/>
          <w:sz w:val="22"/>
          <w:szCs w:val="20"/>
          <w:lang w:eastAsia="en-US"/>
        </w:rPr>
        <w:lastRenderedPageBreak/>
        <w:t>publicznych, na których nie ma ograniczeń w zakresie rzeczywistej masy całkowitej pojazdu</w:t>
      </w:r>
      <w:r>
        <w:rPr>
          <w:rFonts w:ascii="Calibri Light" w:hAnsi="Calibri Light" w:cs="Calibri Light"/>
          <w:sz w:val="22"/>
          <w:szCs w:val="20"/>
          <w:lang w:eastAsia="en-US"/>
        </w:rPr>
        <w:t xml:space="preserve"> (wypełnić dla każdej stacji oddzielnie, jeżeli Wykonawca dysponuje więcej niż jedną)</w:t>
      </w:r>
      <w:r w:rsidRPr="00123E2A">
        <w:rPr>
          <w:rFonts w:ascii="Calibri Light" w:hAnsi="Calibri Light" w:cs="Calibri Light"/>
          <w:sz w:val="22"/>
          <w:szCs w:val="20"/>
          <w:lang w:eastAsia="en-US"/>
        </w:rPr>
        <w:t>:</w:t>
      </w:r>
    </w:p>
    <w:p w14:paraId="77A98ED8" w14:textId="77777777" w:rsidR="00123E2A" w:rsidRPr="00123E2A" w:rsidRDefault="00123E2A" w:rsidP="00123E2A">
      <w:pPr>
        <w:suppressAutoHyphens/>
        <w:spacing w:after="60"/>
        <w:jc w:val="both"/>
        <w:rPr>
          <w:rFonts w:ascii="Calibri Light" w:hAnsi="Calibri Light" w:cs="Calibri Light"/>
          <w:spacing w:val="-2"/>
          <w:sz w:val="22"/>
          <w:szCs w:val="20"/>
          <w:lang w:eastAsia="en-US"/>
        </w:rPr>
      </w:pPr>
      <w:r w:rsidRPr="00123E2A">
        <w:rPr>
          <w:rFonts w:ascii="Calibri Light" w:hAnsi="Calibri Light" w:cs="Calibri Light"/>
          <w:b/>
          <w:sz w:val="22"/>
          <w:szCs w:val="20"/>
          <w:lang w:eastAsia="en-US"/>
        </w:rPr>
        <w:t xml:space="preserve">Stacja nr 1 </w:t>
      </w:r>
      <w:r w:rsidRPr="00123E2A">
        <w:rPr>
          <w:rFonts w:ascii="Calibri Light" w:hAnsi="Calibri Light" w:cs="Calibri Light"/>
          <w:b/>
          <w:sz w:val="22"/>
          <w:szCs w:val="20"/>
          <w:lang w:eastAsia="en-US"/>
        </w:rPr>
        <w:tab/>
      </w:r>
      <w:r w:rsidRPr="00123E2A">
        <w:rPr>
          <w:rFonts w:ascii="Calibri Light" w:hAnsi="Calibri Light" w:cs="Calibri Light"/>
          <w:bCs/>
          <w:sz w:val="22"/>
          <w:szCs w:val="20"/>
          <w:lang w:eastAsia="en-US"/>
        </w:rPr>
        <w:t>a</w:t>
      </w:r>
      <w:r w:rsidRPr="00123E2A">
        <w:rPr>
          <w:rFonts w:ascii="Calibri Light" w:hAnsi="Calibri Light" w:cs="Calibri Light"/>
          <w:sz w:val="22"/>
          <w:szCs w:val="20"/>
          <w:lang w:eastAsia="en-US"/>
        </w:rPr>
        <w:t>dres:…………………………………………………..</w:t>
      </w:r>
      <w:r w:rsidRPr="00123E2A">
        <w:rPr>
          <w:rFonts w:ascii="Calibri Light" w:hAnsi="Calibri Light" w:cs="Calibri Light"/>
          <w:spacing w:val="-2"/>
          <w:sz w:val="22"/>
          <w:szCs w:val="20"/>
          <w:lang w:eastAsia="en-US"/>
        </w:rPr>
        <w:t>………………………………………</w:t>
      </w:r>
    </w:p>
    <w:p w14:paraId="3ED9F07A" w14:textId="77777777" w:rsidR="00123E2A" w:rsidRPr="00123E2A" w:rsidRDefault="00123E2A" w:rsidP="00123E2A">
      <w:pPr>
        <w:suppressAutoHyphens/>
        <w:spacing w:after="60"/>
        <w:jc w:val="both"/>
        <w:rPr>
          <w:rFonts w:ascii="Calibri Light" w:hAnsi="Calibri Light" w:cs="Calibri Light"/>
          <w:spacing w:val="-2"/>
          <w:sz w:val="22"/>
          <w:szCs w:val="20"/>
          <w:lang w:eastAsia="en-US"/>
        </w:rPr>
      </w:pPr>
      <w:r w:rsidRPr="00123E2A">
        <w:rPr>
          <w:rFonts w:ascii="Calibri Light" w:hAnsi="Calibri Light" w:cs="Calibri Light"/>
          <w:spacing w:val="-2"/>
          <w:sz w:val="22"/>
          <w:szCs w:val="20"/>
          <w:lang w:eastAsia="en-US"/>
        </w:rPr>
        <w:t xml:space="preserve">odległość od siedziby Zamawiającego (w km) ………………………………… </w:t>
      </w:r>
    </w:p>
    <w:p w14:paraId="49EB4379" w14:textId="77777777" w:rsidR="00123E2A" w:rsidRPr="00123E2A" w:rsidRDefault="00123E2A" w:rsidP="00123E2A">
      <w:pPr>
        <w:suppressAutoHyphens/>
        <w:spacing w:before="60" w:after="60" w:line="360" w:lineRule="auto"/>
        <w:jc w:val="both"/>
        <w:rPr>
          <w:rFonts w:ascii="Calibri Light" w:hAnsi="Calibri Light" w:cs="Calibri Light"/>
          <w:spacing w:val="-2"/>
          <w:sz w:val="22"/>
          <w:szCs w:val="20"/>
          <w:lang w:eastAsia="en-US"/>
        </w:rPr>
      </w:pPr>
      <w:r w:rsidRPr="00123E2A">
        <w:rPr>
          <w:rFonts w:ascii="Calibri Light" w:hAnsi="Calibri Light" w:cs="Calibri Light"/>
          <w:spacing w:val="-2"/>
          <w:sz w:val="22"/>
          <w:szCs w:val="20"/>
          <w:lang w:eastAsia="en-US"/>
        </w:rPr>
        <w:t>nr stacji: ……………………………….</w:t>
      </w:r>
    </w:p>
    <w:p w14:paraId="618859EA" w14:textId="77777777" w:rsidR="00123E2A" w:rsidRPr="00123E2A" w:rsidRDefault="00123E2A" w:rsidP="00123E2A">
      <w:pPr>
        <w:suppressAutoHyphens/>
        <w:spacing w:before="60" w:after="60" w:line="360" w:lineRule="auto"/>
        <w:jc w:val="both"/>
        <w:rPr>
          <w:rFonts w:ascii="Calibri Light" w:hAnsi="Calibri Light" w:cs="Calibri Light"/>
          <w:spacing w:val="-2"/>
          <w:sz w:val="22"/>
          <w:szCs w:val="20"/>
          <w:lang w:eastAsia="en-US"/>
        </w:rPr>
      </w:pPr>
      <w:r w:rsidRPr="00123E2A">
        <w:rPr>
          <w:rFonts w:ascii="Calibri Light" w:hAnsi="Calibri Light" w:cs="Calibri Light"/>
          <w:spacing w:val="-2"/>
          <w:sz w:val="22"/>
          <w:szCs w:val="20"/>
          <w:lang w:eastAsia="en-US"/>
        </w:rPr>
        <w:t>nr tel...........................................................</w:t>
      </w:r>
    </w:p>
    <w:p w14:paraId="46EE417F" w14:textId="0FFD16C9" w:rsidR="00123E2A" w:rsidRPr="00123E2A" w:rsidRDefault="00123E2A" w:rsidP="00123E2A">
      <w:pPr>
        <w:suppressAutoHyphens/>
        <w:spacing w:before="60" w:after="60"/>
        <w:jc w:val="both"/>
        <w:rPr>
          <w:rFonts w:ascii="Calibri Light" w:hAnsi="Calibri Light" w:cs="Calibri Light"/>
          <w:sz w:val="22"/>
          <w:szCs w:val="20"/>
          <w:lang w:eastAsia="en-US"/>
        </w:rPr>
      </w:pPr>
      <w:r w:rsidRPr="00123E2A">
        <w:rPr>
          <w:rFonts w:ascii="Calibri Light" w:hAnsi="Calibri Light" w:cs="Calibri Light"/>
          <w:sz w:val="22"/>
          <w:szCs w:val="20"/>
          <w:lang w:eastAsia="en-US"/>
        </w:rPr>
        <w:t xml:space="preserve">godziny </w:t>
      </w:r>
      <w:r w:rsidR="00B816AE">
        <w:rPr>
          <w:rFonts w:ascii="Calibri Light" w:hAnsi="Calibri Light" w:cs="Calibri Light"/>
          <w:sz w:val="22"/>
          <w:szCs w:val="20"/>
          <w:lang w:eastAsia="en-US"/>
        </w:rPr>
        <w:t xml:space="preserve">i dni tygodnia, w których jest </w:t>
      </w:r>
      <w:r w:rsidRPr="00123E2A">
        <w:rPr>
          <w:rFonts w:ascii="Calibri Light" w:hAnsi="Calibri Light" w:cs="Calibri Light"/>
          <w:sz w:val="22"/>
          <w:szCs w:val="20"/>
          <w:lang w:eastAsia="en-US"/>
        </w:rPr>
        <w:t>otwar</w:t>
      </w:r>
      <w:r w:rsidR="00B816AE">
        <w:rPr>
          <w:rFonts w:ascii="Calibri Light" w:hAnsi="Calibri Light" w:cs="Calibri Light"/>
          <w:sz w:val="22"/>
          <w:szCs w:val="20"/>
          <w:lang w:eastAsia="en-US"/>
        </w:rPr>
        <w:t>ta stacja</w:t>
      </w:r>
      <w:r w:rsidRPr="00123E2A">
        <w:rPr>
          <w:rFonts w:ascii="Calibri Light" w:hAnsi="Calibri Light" w:cs="Calibri Light"/>
          <w:sz w:val="22"/>
          <w:szCs w:val="20"/>
          <w:lang w:eastAsia="en-US"/>
        </w:rPr>
        <w:t>………………………………………………….</w:t>
      </w:r>
    </w:p>
    <w:p w14:paraId="3D5376A9" w14:textId="23A6DD31" w:rsidR="00123E2A" w:rsidRPr="00123E2A" w:rsidRDefault="00123E2A" w:rsidP="00123E2A">
      <w:pPr>
        <w:suppressAutoHyphens/>
        <w:spacing w:after="60"/>
        <w:jc w:val="both"/>
        <w:rPr>
          <w:rFonts w:ascii="Calibri Light" w:hAnsi="Calibri Light" w:cs="Calibri Light"/>
          <w:b/>
          <w:sz w:val="22"/>
          <w:szCs w:val="20"/>
          <w:u w:val="single"/>
          <w:lang w:eastAsia="en-US"/>
        </w:rPr>
      </w:pPr>
    </w:p>
    <w:p w14:paraId="45FBFCD9" w14:textId="000258E1" w:rsidR="00123E2A" w:rsidRPr="00123E2A" w:rsidRDefault="00123E2A" w:rsidP="00123E2A">
      <w:pPr>
        <w:suppressAutoHyphens/>
        <w:spacing w:after="60"/>
        <w:jc w:val="both"/>
        <w:rPr>
          <w:rFonts w:ascii="Calibri Light" w:hAnsi="Calibri Light" w:cs="Calibri Light"/>
          <w:spacing w:val="-2"/>
          <w:sz w:val="22"/>
          <w:szCs w:val="20"/>
          <w:lang w:eastAsia="en-US"/>
        </w:rPr>
      </w:pPr>
      <w:r w:rsidRPr="00123E2A">
        <w:rPr>
          <w:rFonts w:ascii="Calibri Light" w:hAnsi="Calibri Light" w:cs="Calibri Light"/>
          <w:b/>
          <w:sz w:val="22"/>
          <w:szCs w:val="20"/>
          <w:lang w:eastAsia="en-US"/>
        </w:rPr>
        <w:t xml:space="preserve">Stacja nr </w:t>
      </w:r>
      <w:r>
        <w:rPr>
          <w:rFonts w:ascii="Calibri Light" w:hAnsi="Calibri Light" w:cs="Calibri Light"/>
          <w:b/>
          <w:sz w:val="22"/>
          <w:szCs w:val="20"/>
          <w:lang w:eastAsia="en-US"/>
        </w:rPr>
        <w:t>2</w:t>
      </w:r>
      <w:r w:rsidRPr="00123E2A">
        <w:rPr>
          <w:rFonts w:ascii="Calibri Light" w:hAnsi="Calibri Light" w:cs="Calibri Light"/>
          <w:b/>
          <w:sz w:val="22"/>
          <w:szCs w:val="20"/>
          <w:lang w:eastAsia="en-US"/>
        </w:rPr>
        <w:t xml:space="preserve"> </w:t>
      </w:r>
      <w:r w:rsidRPr="00123E2A">
        <w:rPr>
          <w:rFonts w:ascii="Calibri Light" w:hAnsi="Calibri Light" w:cs="Calibri Light"/>
          <w:b/>
          <w:sz w:val="22"/>
          <w:szCs w:val="20"/>
          <w:lang w:eastAsia="en-US"/>
        </w:rPr>
        <w:tab/>
      </w:r>
      <w:r w:rsidRPr="00123E2A">
        <w:rPr>
          <w:rFonts w:ascii="Calibri Light" w:hAnsi="Calibri Light" w:cs="Calibri Light"/>
          <w:bCs/>
          <w:sz w:val="22"/>
          <w:szCs w:val="20"/>
          <w:lang w:eastAsia="en-US"/>
        </w:rPr>
        <w:t>a</w:t>
      </w:r>
      <w:r w:rsidRPr="00123E2A">
        <w:rPr>
          <w:rFonts w:ascii="Calibri Light" w:hAnsi="Calibri Light" w:cs="Calibri Light"/>
          <w:sz w:val="22"/>
          <w:szCs w:val="20"/>
          <w:lang w:eastAsia="en-US"/>
        </w:rPr>
        <w:t>dres:…………………………………………………..</w:t>
      </w:r>
      <w:r w:rsidRPr="00123E2A">
        <w:rPr>
          <w:rFonts w:ascii="Calibri Light" w:hAnsi="Calibri Light" w:cs="Calibri Light"/>
          <w:spacing w:val="-2"/>
          <w:sz w:val="22"/>
          <w:szCs w:val="20"/>
          <w:lang w:eastAsia="en-US"/>
        </w:rPr>
        <w:t>………………………………………</w:t>
      </w:r>
    </w:p>
    <w:p w14:paraId="6F1FE74C" w14:textId="77777777" w:rsidR="00123E2A" w:rsidRPr="00123E2A" w:rsidRDefault="00123E2A" w:rsidP="00123E2A">
      <w:pPr>
        <w:suppressAutoHyphens/>
        <w:spacing w:after="60"/>
        <w:jc w:val="both"/>
        <w:rPr>
          <w:rFonts w:ascii="Calibri Light" w:hAnsi="Calibri Light" w:cs="Calibri Light"/>
          <w:spacing w:val="-2"/>
          <w:sz w:val="22"/>
          <w:szCs w:val="20"/>
          <w:lang w:eastAsia="en-US"/>
        </w:rPr>
      </w:pPr>
      <w:r w:rsidRPr="00123E2A">
        <w:rPr>
          <w:rFonts w:ascii="Calibri Light" w:hAnsi="Calibri Light" w:cs="Calibri Light"/>
          <w:spacing w:val="-2"/>
          <w:sz w:val="22"/>
          <w:szCs w:val="20"/>
          <w:lang w:eastAsia="en-US"/>
        </w:rPr>
        <w:t xml:space="preserve">odległość od siedziby Zamawiającego (w km) ………………………………… </w:t>
      </w:r>
    </w:p>
    <w:p w14:paraId="35F93FFA" w14:textId="77777777" w:rsidR="00123E2A" w:rsidRPr="00123E2A" w:rsidRDefault="00123E2A" w:rsidP="00123E2A">
      <w:pPr>
        <w:suppressAutoHyphens/>
        <w:spacing w:before="60" w:after="60" w:line="360" w:lineRule="auto"/>
        <w:jc w:val="both"/>
        <w:rPr>
          <w:rFonts w:ascii="Calibri Light" w:hAnsi="Calibri Light" w:cs="Calibri Light"/>
          <w:spacing w:val="-2"/>
          <w:sz w:val="22"/>
          <w:szCs w:val="20"/>
          <w:lang w:eastAsia="en-US"/>
        </w:rPr>
      </w:pPr>
      <w:r w:rsidRPr="00123E2A">
        <w:rPr>
          <w:rFonts w:ascii="Calibri Light" w:hAnsi="Calibri Light" w:cs="Calibri Light"/>
          <w:spacing w:val="-2"/>
          <w:sz w:val="22"/>
          <w:szCs w:val="20"/>
          <w:lang w:eastAsia="en-US"/>
        </w:rPr>
        <w:t>nr stacji: ……………………………….</w:t>
      </w:r>
    </w:p>
    <w:p w14:paraId="36182CEB" w14:textId="77777777" w:rsidR="00123E2A" w:rsidRPr="00123E2A" w:rsidRDefault="00123E2A" w:rsidP="00123E2A">
      <w:pPr>
        <w:suppressAutoHyphens/>
        <w:spacing w:before="60" w:after="60" w:line="360" w:lineRule="auto"/>
        <w:jc w:val="both"/>
        <w:rPr>
          <w:rFonts w:ascii="Calibri Light" w:hAnsi="Calibri Light" w:cs="Calibri Light"/>
          <w:spacing w:val="-2"/>
          <w:sz w:val="22"/>
          <w:szCs w:val="20"/>
          <w:lang w:eastAsia="en-US"/>
        </w:rPr>
      </w:pPr>
      <w:r w:rsidRPr="00123E2A">
        <w:rPr>
          <w:rFonts w:ascii="Calibri Light" w:hAnsi="Calibri Light" w:cs="Calibri Light"/>
          <w:spacing w:val="-2"/>
          <w:sz w:val="22"/>
          <w:szCs w:val="20"/>
          <w:lang w:eastAsia="en-US"/>
        </w:rPr>
        <w:t>nr tel...........................................................</w:t>
      </w:r>
    </w:p>
    <w:p w14:paraId="0C492F6B" w14:textId="607BC4CA" w:rsidR="00123E2A" w:rsidRPr="00123E2A" w:rsidRDefault="00B816AE" w:rsidP="00123E2A">
      <w:pPr>
        <w:suppressAutoHyphens/>
        <w:spacing w:before="60" w:after="60"/>
        <w:jc w:val="both"/>
        <w:rPr>
          <w:rFonts w:ascii="Calibri Light" w:hAnsi="Calibri Light" w:cs="Calibri Light"/>
          <w:sz w:val="22"/>
          <w:szCs w:val="20"/>
          <w:lang w:eastAsia="en-US"/>
        </w:rPr>
      </w:pPr>
      <w:r w:rsidRPr="00123E2A">
        <w:rPr>
          <w:rFonts w:ascii="Calibri Light" w:hAnsi="Calibri Light" w:cs="Calibri Light"/>
          <w:sz w:val="22"/>
          <w:szCs w:val="20"/>
          <w:lang w:eastAsia="en-US"/>
        </w:rPr>
        <w:t xml:space="preserve">godziny </w:t>
      </w:r>
      <w:r>
        <w:rPr>
          <w:rFonts w:ascii="Calibri Light" w:hAnsi="Calibri Light" w:cs="Calibri Light"/>
          <w:sz w:val="22"/>
          <w:szCs w:val="20"/>
          <w:lang w:eastAsia="en-US"/>
        </w:rPr>
        <w:t xml:space="preserve">i dni tygodnia, w których jest </w:t>
      </w:r>
      <w:r w:rsidRPr="00123E2A">
        <w:rPr>
          <w:rFonts w:ascii="Calibri Light" w:hAnsi="Calibri Light" w:cs="Calibri Light"/>
          <w:sz w:val="22"/>
          <w:szCs w:val="20"/>
          <w:lang w:eastAsia="en-US"/>
        </w:rPr>
        <w:t>otwar</w:t>
      </w:r>
      <w:r>
        <w:rPr>
          <w:rFonts w:ascii="Calibri Light" w:hAnsi="Calibri Light" w:cs="Calibri Light"/>
          <w:sz w:val="22"/>
          <w:szCs w:val="20"/>
          <w:lang w:eastAsia="en-US"/>
        </w:rPr>
        <w:t>ta stacja</w:t>
      </w:r>
      <w:r w:rsidRPr="00123E2A">
        <w:rPr>
          <w:rFonts w:ascii="Calibri Light" w:hAnsi="Calibri Light" w:cs="Calibri Light"/>
          <w:sz w:val="22"/>
          <w:szCs w:val="20"/>
          <w:lang w:eastAsia="en-US"/>
        </w:rPr>
        <w:t xml:space="preserve"> </w:t>
      </w:r>
      <w:r w:rsidR="00123E2A" w:rsidRPr="00123E2A">
        <w:rPr>
          <w:rFonts w:ascii="Calibri Light" w:hAnsi="Calibri Light" w:cs="Calibri Light"/>
          <w:sz w:val="22"/>
          <w:szCs w:val="20"/>
          <w:lang w:eastAsia="en-US"/>
        </w:rPr>
        <w:t>………………………………………………….</w:t>
      </w:r>
    </w:p>
    <w:p w14:paraId="009EB1FC" w14:textId="3612DA30" w:rsidR="00B9086B" w:rsidRPr="00F3702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F3702D">
        <w:rPr>
          <w:b/>
          <w:sz w:val="22"/>
          <w:szCs w:val="22"/>
        </w:rPr>
        <w:t>OŚWIADCZAMY</w:t>
      </w:r>
      <w:r w:rsidRPr="00F3702D">
        <w:rPr>
          <w:sz w:val="22"/>
          <w:szCs w:val="22"/>
        </w:rPr>
        <w:t>, że:</w:t>
      </w:r>
    </w:p>
    <w:p w14:paraId="631EB017" w14:textId="77777777" w:rsidR="006B63D6" w:rsidRPr="00F3702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F3702D">
        <w:rPr>
          <w:sz w:val="22"/>
          <w:szCs w:val="22"/>
        </w:rPr>
        <w:t>zapoznaliśmy się ze Specyfikacją Warunków Zamówienia i uznajemy się za związanych określonymi w niej zasadami postępowania;</w:t>
      </w:r>
    </w:p>
    <w:p w14:paraId="2B564E41" w14:textId="77777777" w:rsidR="00FF57EE" w:rsidRPr="00F3702D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  <w:szCs w:val="22"/>
        </w:rPr>
      </w:pPr>
      <w:r w:rsidRPr="00F3702D">
        <w:rPr>
          <w:sz w:val="22"/>
          <w:szCs w:val="22"/>
        </w:rPr>
        <w:t>uważamy się za związanych niniejszą ofertą na czas wskazany w Specyfikacji Warunków Zamówienia;</w:t>
      </w:r>
    </w:p>
    <w:p w14:paraId="2904E822" w14:textId="77777777" w:rsidR="00BC4F99" w:rsidRPr="00F3702D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  <w:szCs w:val="22"/>
        </w:rPr>
      </w:pPr>
      <w:r w:rsidRPr="00F3702D">
        <w:rPr>
          <w:sz w:val="22"/>
          <w:szCs w:val="22"/>
        </w:rPr>
        <w:t>zamierzamy / nie zamierzamy powierzyć realizację następujących części zamówienia podwykonawcom*:</w:t>
      </w:r>
    </w:p>
    <w:p w14:paraId="3C4A35FF" w14:textId="77777777" w:rsidR="00BC4F99" w:rsidRPr="00F3702D" w:rsidRDefault="00BC4F99" w:rsidP="00BC4F99">
      <w:pPr>
        <w:spacing w:before="120" w:after="120"/>
        <w:ind w:left="644"/>
        <w:contextualSpacing/>
        <w:jc w:val="both"/>
        <w:rPr>
          <w:sz w:val="22"/>
          <w:szCs w:val="22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F3702D" w14:paraId="58BF2D9B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0642B8" w14:textId="77777777" w:rsidR="00BC4F99" w:rsidRPr="00F3702D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3702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93A4078" w14:textId="77777777" w:rsidR="00BC4F99" w:rsidRPr="00F3702D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3702D">
              <w:rPr>
                <w:sz w:val="22"/>
                <w:szCs w:val="22"/>
              </w:rPr>
              <w:t xml:space="preserve">Opis części zamówienia, którą Wykonawca </w:t>
            </w:r>
          </w:p>
          <w:p w14:paraId="0AC81B35" w14:textId="77777777" w:rsidR="00BC4F99" w:rsidRPr="00F3702D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3702D">
              <w:rPr>
                <w:sz w:val="22"/>
                <w:szCs w:val="22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9C86B0A" w14:textId="77777777" w:rsidR="00BC4F99" w:rsidRPr="00F3702D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3702D">
              <w:rPr>
                <w:sz w:val="22"/>
                <w:szCs w:val="22"/>
              </w:rPr>
              <w:t>Nazwa Podwykonawcy</w:t>
            </w:r>
          </w:p>
        </w:tc>
      </w:tr>
      <w:tr w:rsidR="00BC4F99" w:rsidRPr="00F3702D" w14:paraId="66B01BFA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57E62" w14:textId="77777777" w:rsidR="00BC4F99" w:rsidRPr="00F3702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E3EBB" w14:textId="77777777" w:rsidR="00BC4F99" w:rsidRPr="00F3702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97090" w14:textId="77777777" w:rsidR="00BC4F99" w:rsidRPr="00F3702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F3702D" w14:paraId="126637D7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E3398" w14:textId="77777777" w:rsidR="00BC4F99" w:rsidRPr="00F3702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E05AA" w14:textId="77777777" w:rsidR="00BC4F99" w:rsidRPr="00F3702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C347B" w14:textId="77777777" w:rsidR="00BC4F99" w:rsidRPr="00F3702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86EE594" w14:textId="77777777" w:rsidR="00FF57EE" w:rsidRPr="00F3702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F3702D">
        <w:rPr>
          <w:sz w:val="22"/>
          <w:szCs w:val="22"/>
        </w:rPr>
        <w:t xml:space="preserve">zapoznaliśmy się z </w:t>
      </w:r>
      <w:r w:rsidR="00A50E18" w:rsidRPr="00F3702D">
        <w:rPr>
          <w:sz w:val="22"/>
          <w:szCs w:val="22"/>
        </w:rPr>
        <w:t xml:space="preserve">projektowanymi </w:t>
      </w:r>
      <w:r w:rsidRPr="00F3702D">
        <w:rPr>
          <w:sz w:val="22"/>
          <w:szCs w:val="22"/>
        </w:rPr>
        <w:t>postanowieniami umowy</w:t>
      </w:r>
      <w:r w:rsidR="00A50E18" w:rsidRPr="00F3702D">
        <w:rPr>
          <w:sz w:val="22"/>
          <w:szCs w:val="22"/>
        </w:rPr>
        <w:t xml:space="preserve"> w sprawie zamówienia publicznego</w:t>
      </w:r>
      <w:r w:rsidRPr="00F3702D">
        <w:rPr>
          <w:sz w:val="22"/>
          <w:szCs w:val="22"/>
        </w:rPr>
        <w:t>, które zostały zawarte w Specyfikacji Warunków Zamówienia i zobowiązujemy się</w:t>
      </w:r>
      <w:r w:rsidR="00A50E18" w:rsidRPr="00F3702D">
        <w:rPr>
          <w:sz w:val="22"/>
          <w:szCs w:val="22"/>
        </w:rPr>
        <w:t>,</w:t>
      </w:r>
      <w:r w:rsidRPr="00F3702D">
        <w:rPr>
          <w:sz w:val="22"/>
          <w:szCs w:val="22"/>
        </w:rPr>
        <w:t xml:space="preserve"> w przypadku wyboru naszej oferty</w:t>
      </w:r>
      <w:r w:rsidR="00A50E18" w:rsidRPr="00F3702D">
        <w:rPr>
          <w:sz w:val="22"/>
          <w:szCs w:val="22"/>
        </w:rPr>
        <w:t>,</w:t>
      </w:r>
      <w:r w:rsidRPr="00F3702D">
        <w:rPr>
          <w:sz w:val="22"/>
          <w:szCs w:val="22"/>
        </w:rPr>
        <w:t xml:space="preserve"> do zawarcia umowy na zawartych tam warunkach, w miejscu i terminie wyznaczonym przez Zamawiającego;</w:t>
      </w:r>
    </w:p>
    <w:p w14:paraId="716A18D5" w14:textId="77777777" w:rsidR="00FF57EE" w:rsidRPr="00F3702D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  <w:rPr>
          <w:sz w:val="22"/>
          <w:szCs w:val="22"/>
        </w:rPr>
      </w:pPr>
      <w:r w:rsidRPr="00F3702D">
        <w:rPr>
          <w:sz w:val="22"/>
          <w:szCs w:val="22"/>
        </w:rPr>
        <w:t>wypełniliśmy obowiązki informacyjne przewidziane w art. 13 lub art. 14 RODO</w:t>
      </w:r>
      <w:r w:rsidRPr="00F3702D">
        <w:rPr>
          <w:rStyle w:val="Odwoanieprzypisudolnego"/>
          <w:sz w:val="22"/>
          <w:szCs w:val="22"/>
        </w:rPr>
        <w:footnoteReference w:id="2"/>
      </w:r>
      <w:r w:rsidRPr="00F3702D">
        <w:rPr>
          <w:sz w:val="22"/>
          <w:szCs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F3702D">
        <w:rPr>
          <w:rStyle w:val="Odwoanieprzypisudolnego"/>
          <w:sz w:val="22"/>
          <w:szCs w:val="22"/>
        </w:rPr>
        <w:footnoteReference w:id="3"/>
      </w:r>
      <w:r w:rsidR="00525EFF" w:rsidRPr="00F3702D">
        <w:rPr>
          <w:sz w:val="22"/>
          <w:szCs w:val="22"/>
        </w:rPr>
        <w:t>.</w:t>
      </w:r>
    </w:p>
    <w:p w14:paraId="0E479AD1" w14:textId="77777777" w:rsidR="00525EFF" w:rsidRPr="00F3702D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22"/>
          <w:szCs w:val="22"/>
        </w:rPr>
      </w:pPr>
    </w:p>
    <w:p w14:paraId="6C0B0C14" w14:textId="77777777" w:rsidR="00CE3AE6" w:rsidRPr="00F3702D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F3702D">
        <w:rPr>
          <w:b/>
          <w:sz w:val="22"/>
          <w:szCs w:val="22"/>
        </w:rPr>
        <w:t>OŚWIADCZAMY</w:t>
      </w:r>
      <w:r w:rsidRPr="00F3702D">
        <w:rPr>
          <w:bCs/>
          <w:sz w:val="22"/>
          <w:szCs w:val="22"/>
        </w:rPr>
        <w:t>, że wybór naszej oferty</w:t>
      </w:r>
      <w:r w:rsidR="00AF4AC3" w:rsidRPr="00F3702D">
        <w:rPr>
          <w:bCs/>
          <w:sz w:val="22"/>
          <w:szCs w:val="22"/>
          <w:vertAlign w:val="superscript"/>
        </w:rPr>
        <w:t>*</w:t>
      </w:r>
      <w:r w:rsidRPr="00F3702D">
        <w:rPr>
          <w:bCs/>
          <w:sz w:val="22"/>
          <w:szCs w:val="22"/>
        </w:rPr>
        <w:t>:</w:t>
      </w:r>
    </w:p>
    <w:p w14:paraId="7EDB5864" w14:textId="1E8B74B4" w:rsidR="00CE3AE6" w:rsidRPr="00F3702D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F3702D">
        <w:rPr>
          <w:b/>
          <w:sz w:val="22"/>
          <w:szCs w:val="22"/>
          <w:u w:val="single"/>
        </w:rPr>
        <w:t>nie będzie</w:t>
      </w:r>
      <w:r w:rsidRPr="00F3702D">
        <w:rPr>
          <w:bCs/>
          <w:sz w:val="22"/>
          <w:szCs w:val="22"/>
          <w:u w:val="single"/>
        </w:rPr>
        <w:t xml:space="preserve"> </w:t>
      </w:r>
      <w:r w:rsidRPr="00F3702D">
        <w:rPr>
          <w:b/>
          <w:sz w:val="22"/>
          <w:szCs w:val="22"/>
          <w:u w:val="single"/>
        </w:rPr>
        <w:t>prowadzić</w:t>
      </w:r>
      <w:r w:rsidRPr="00F3702D">
        <w:rPr>
          <w:bCs/>
          <w:sz w:val="22"/>
          <w:szCs w:val="22"/>
        </w:rPr>
        <w:t xml:space="preserve"> u Zamawiającego do powstania obowiązku podatkowego zgodnie z ustawą </w:t>
      </w:r>
      <w:r w:rsidR="0012230C" w:rsidRPr="00F3702D">
        <w:rPr>
          <w:bCs/>
          <w:sz w:val="22"/>
          <w:szCs w:val="22"/>
        </w:rPr>
        <w:t>dnia 11 marca 2004 r. o podatku od towarów i usług (</w:t>
      </w:r>
      <w:proofErr w:type="spellStart"/>
      <w:r w:rsidR="0012230C" w:rsidRPr="00F3702D">
        <w:rPr>
          <w:bCs/>
          <w:sz w:val="22"/>
          <w:szCs w:val="22"/>
        </w:rPr>
        <w:t>t.j</w:t>
      </w:r>
      <w:proofErr w:type="spellEnd"/>
      <w:r w:rsidR="0012230C" w:rsidRPr="00F3702D">
        <w:rPr>
          <w:bCs/>
          <w:sz w:val="22"/>
          <w:szCs w:val="22"/>
        </w:rPr>
        <w:t>. Dz.U.</w:t>
      </w:r>
      <w:r w:rsidR="006970D4">
        <w:rPr>
          <w:bCs/>
          <w:sz w:val="22"/>
          <w:szCs w:val="22"/>
        </w:rPr>
        <w:t>2025</w:t>
      </w:r>
      <w:r w:rsidR="0012230C" w:rsidRPr="00F3702D">
        <w:rPr>
          <w:bCs/>
          <w:sz w:val="22"/>
          <w:szCs w:val="22"/>
        </w:rPr>
        <w:t>.</w:t>
      </w:r>
      <w:r w:rsidR="006970D4">
        <w:rPr>
          <w:bCs/>
          <w:sz w:val="22"/>
          <w:szCs w:val="22"/>
        </w:rPr>
        <w:t>775</w:t>
      </w:r>
      <w:r w:rsidR="0012230C" w:rsidRPr="00F3702D">
        <w:rPr>
          <w:bCs/>
          <w:sz w:val="22"/>
          <w:szCs w:val="22"/>
        </w:rPr>
        <w:t>)</w:t>
      </w:r>
    </w:p>
    <w:p w14:paraId="3FDB01B8" w14:textId="77777777" w:rsidR="00CE3AE6" w:rsidRPr="00F3702D" w:rsidRDefault="00CE3AE6" w:rsidP="00CE3AE6">
      <w:pPr>
        <w:pStyle w:val="Akapitzlist"/>
        <w:spacing w:line="276" w:lineRule="auto"/>
        <w:ind w:left="284"/>
        <w:jc w:val="both"/>
        <w:rPr>
          <w:bCs/>
          <w:sz w:val="22"/>
          <w:szCs w:val="22"/>
        </w:rPr>
      </w:pPr>
    </w:p>
    <w:p w14:paraId="4FDDC064" w14:textId="60534A01" w:rsidR="00CE3AE6" w:rsidRPr="00F3702D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F3702D">
        <w:rPr>
          <w:b/>
          <w:sz w:val="22"/>
          <w:szCs w:val="22"/>
          <w:u w:val="single"/>
        </w:rPr>
        <w:t>będzie prowadzić</w:t>
      </w:r>
      <w:r w:rsidRPr="00F3702D">
        <w:rPr>
          <w:bCs/>
          <w:sz w:val="22"/>
          <w:szCs w:val="22"/>
        </w:rPr>
        <w:t xml:space="preserve"> u Zamawiającego do powstania obowiązku podatkowego zgodnie z ustawą </w:t>
      </w:r>
      <w:r w:rsidR="0012230C" w:rsidRPr="00F3702D">
        <w:rPr>
          <w:bCs/>
          <w:sz w:val="22"/>
          <w:szCs w:val="22"/>
        </w:rPr>
        <w:t>dnia 11 marca 2004 r. o podatku od towarów i usług (</w:t>
      </w:r>
      <w:proofErr w:type="spellStart"/>
      <w:r w:rsidR="0012230C" w:rsidRPr="00F3702D">
        <w:rPr>
          <w:bCs/>
          <w:sz w:val="22"/>
          <w:szCs w:val="22"/>
        </w:rPr>
        <w:t>t.j</w:t>
      </w:r>
      <w:proofErr w:type="spellEnd"/>
      <w:r w:rsidR="0012230C" w:rsidRPr="00F3702D">
        <w:rPr>
          <w:bCs/>
          <w:sz w:val="22"/>
          <w:szCs w:val="22"/>
        </w:rPr>
        <w:t>. Dz.U.20</w:t>
      </w:r>
      <w:r w:rsidR="006970D4">
        <w:rPr>
          <w:bCs/>
          <w:sz w:val="22"/>
          <w:szCs w:val="22"/>
        </w:rPr>
        <w:t>25.775</w:t>
      </w:r>
      <w:r w:rsidR="0012230C" w:rsidRPr="00F3702D">
        <w:rPr>
          <w:bCs/>
          <w:sz w:val="22"/>
          <w:szCs w:val="22"/>
        </w:rPr>
        <w:t>)</w:t>
      </w:r>
      <w:r w:rsidRPr="00F3702D">
        <w:rPr>
          <w:bCs/>
          <w:sz w:val="22"/>
          <w:szCs w:val="22"/>
        </w:rPr>
        <w:t xml:space="preserve">, wobec czego wskazujemy </w:t>
      </w:r>
      <w:r w:rsidRPr="00F3702D">
        <w:rPr>
          <w:bCs/>
          <w:sz w:val="22"/>
          <w:szCs w:val="22"/>
        </w:rPr>
        <w:lastRenderedPageBreak/>
        <w:t>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F3702D" w14:paraId="2035C79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2AA049" w14:textId="77777777" w:rsidR="00CE3AE6" w:rsidRPr="00F3702D" w:rsidRDefault="00CE3AE6" w:rsidP="005844F6">
            <w:pPr>
              <w:snapToGrid w:val="0"/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F3702D">
              <w:rPr>
                <w:sz w:val="22"/>
                <w:szCs w:val="22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53CFD6" w14:textId="77777777" w:rsidR="00CE3AE6" w:rsidRPr="00F3702D" w:rsidRDefault="00CE3AE6" w:rsidP="005844F6">
            <w:pPr>
              <w:snapToGrid w:val="0"/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F3702D">
              <w:rPr>
                <w:sz w:val="22"/>
                <w:szCs w:val="22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590AE1" w14:textId="77777777" w:rsidR="00CE3AE6" w:rsidRPr="00F3702D" w:rsidRDefault="00CE3AE6" w:rsidP="005844F6">
            <w:pPr>
              <w:snapToGrid w:val="0"/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F3702D">
              <w:rPr>
                <w:sz w:val="22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030DD0" w14:textId="77777777" w:rsidR="00CE3AE6" w:rsidRPr="00F3702D" w:rsidRDefault="00CE3AE6" w:rsidP="005844F6">
            <w:pPr>
              <w:snapToGrid w:val="0"/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F3702D">
              <w:rPr>
                <w:sz w:val="22"/>
                <w:szCs w:val="22"/>
              </w:rPr>
              <w:t>Stawka podatku od towarów i usług, która zgodnie z wiedzą Wykonawcy, będzie miała zastosowanie</w:t>
            </w:r>
          </w:p>
        </w:tc>
      </w:tr>
      <w:tr w:rsidR="00CE3AE6" w:rsidRPr="00F3702D" w14:paraId="7735BB4E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E2A5" w14:textId="77777777" w:rsidR="00CE3AE6" w:rsidRPr="00F3702D" w:rsidRDefault="00CE3AE6" w:rsidP="005844F6">
            <w:pPr>
              <w:snapToGri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C382" w14:textId="77777777" w:rsidR="00CE3AE6" w:rsidRPr="00F3702D" w:rsidRDefault="00CE3AE6" w:rsidP="005844F6">
            <w:pPr>
              <w:snapToGri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3DD3" w14:textId="77777777" w:rsidR="00CE3AE6" w:rsidRPr="00F3702D" w:rsidRDefault="00CE3AE6" w:rsidP="005844F6">
            <w:pPr>
              <w:snapToGri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9B32" w14:textId="77777777" w:rsidR="00CE3AE6" w:rsidRPr="00F3702D" w:rsidRDefault="00CE3AE6" w:rsidP="005844F6">
            <w:pPr>
              <w:snapToGri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E3AE6" w:rsidRPr="00F3702D" w14:paraId="0BE770C8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9FFC" w14:textId="77777777" w:rsidR="00CE3AE6" w:rsidRPr="00F3702D" w:rsidRDefault="00CE3AE6" w:rsidP="005844F6">
            <w:pPr>
              <w:snapToGri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821A" w14:textId="77777777" w:rsidR="00CE3AE6" w:rsidRPr="00F3702D" w:rsidRDefault="00CE3AE6" w:rsidP="005844F6">
            <w:pPr>
              <w:snapToGri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0D71" w14:textId="77777777" w:rsidR="00CE3AE6" w:rsidRPr="00F3702D" w:rsidRDefault="00CE3AE6" w:rsidP="005844F6">
            <w:pPr>
              <w:snapToGri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7466" w14:textId="77777777" w:rsidR="00CE3AE6" w:rsidRPr="00F3702D" w:rsidRDefault="00CE3AE6" w:rsidP="005844F6">
            <w:pPr>
              <w:snapToGri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1764404D" w14:textId="77777777" w:rsidR="007D475B" w:rsidRPr="00F3702D" w:rsidRDefault="007D475B" w:rsidP="00A206A0">
      <w:pPr>
        <w:pStyle w:val="Akapitzlist"/>
        <w:spacing w:before="240" w:after="120" w:line="360" w:lineRule="auto"/>
        <w:ind w:left="0"/>
        <w:jc w:val="both"/>
        <w:rPr>
          <w:sz w:val="22"/>
          <w:szCs w:val="22"/>
        </w:rPr>
      </w:pPr>
    </w:p>
    <w:p w14:paraId="7C037B32" w14:textId="77777777" w:rsidR="00525EFF" w:rsidRPr="00F3702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F3702D">
        <w:rPr>
          <w:b/>
          <w:sz w:val="22"/>
          <w:szCs w:val="22"/>
        </w:rPr>
        <w:t>WSZELKĄ KORESPONDENCJĘ</w:t>
      </w:r>
      <w:r w:rsidRPr="00F3702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5523"/>
      </w:tblGrid>
      <w:tr w:rsidR="00AE2ACB" w:rsidRPr="00F3702D" w14:paraId="631820C3" w14:textId="77777777" w:rsidTr="00B206D3">
        <w:tc>
          <w:tcPr>
            <w:tcW w:w="3147" w:type="dxa"/>
            <w:vAlign w:val="center"/>
          </w:tcPr>
          <w:p w14:paraId="2C9A3A55" w14:textId="77777777" w:rsidR="00AE2ACB" w:rsidRPr="00F3702D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F3702D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5523" w:type="dxa"/>
          </w:tcPr>
          <w:p w14:paraId="33BC8A73" w14:textId="77777777" w:rsidR="00AE2ACB" w:rsidRPr="00F3702D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</w:tr>
      <w:tr w:rsidR="00AE2ACB" w:rsidRPr="00F3702D" w14:paraId="026833D9" w14:textId="77777777" w:rsidTr="00B206D3">
        <w:tc>
          <w:tcPr>
            <w:tcW w:w="3147" w:type="dxa"/>
            <w:vAlign w:val="center"/>
          </w:tcPr>
          <w:p w14:paraId="2FADC184" w14:textId="77777777" w:rsidR="00AE2ACB" w:rsidRPr="00F3702D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F3702D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5523" w:type="dxa"/>
          </w:tcPr>
          <w:p w14:paraId="37E5B547" w14:textId="77777777" w:rsidR="00AE2ACB" w:rsidRPr="00F3702D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</w:tr>
      <w:tr w:rsidR="00AE2ACB" w:rsidRPr="00F3702D" w14:paraId="2FBDFE92" w14:textId="77777777" w:rsidTr="00B206D3">
        <w:tc>
          <w:tcPr>
            <w:tcW w:w="3147" w:type="dxa"/>
            <w:vAlign w:val="center"/>
          </w:tcPr>
          <w:p w14:paraId="7299B125" w14:textId="77777777" w:rsidR="00AE2ACB" w:rsidRPr="00F3702D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F3702D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5523" w:type="dxa"/>
          </w:tcPr>
          <w:p w14:paraId="0D2DC3D2" w14:textId="77777777" w:rsidR="00AE2ACB" w:rsidRPr="00F3702D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</w:tr>
      <w:tr w:rsidR="00AE2ACB" w:rsidRPr="00F3702D" w14:paraId="75E6DE12" w14:textId="77777777" w:rsidTr="00B206D3">
        <w:tc>
          <w:tcPr>
            <w:tcW w:w="3147" w:type="dxa"/>
            <w:vAlign w:val="center"/>
          </w:tcPr>
          <w:p w14:paraId="26DBF21E" w14:textId="1891EB10" w:rsidR="00AE2ACB" w:rsidRPr="00F3702D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F3702D">
              <w:rPr>
                <w:rFonts w:eastAsia="Calibri"/>
                <w:sz w:val="22"/>
                <w:szCs w:val="22"/>
              </w:rPr>
              <w:t>e-mail</w:t>
            </w:r>
            <w:r w:rsidR="004E1BD9" w:rsidRPr="00AE2ACB">
              <w:rPr>
                <w:sz w:val="22"/>
                <w:szCs w:val="22"/>
              </w:rPr>
              <w:t>e-mail</w:t>
            </w:r>
            <w:r w:rsidR="004E1BD9">
              <w:rPr>
                <w:sz w:val="22"/>
                <w:szCs w:val="22"/>
              </w:rPr>
              <w:t xml:space="preserve"> </w:t>
            </w:r>
            <w:r w:rsidR="004E1BD9">
              <w:rPr>
                <w:sz w:val="20"/>
                <w:szCs w:val="20"/>
              </w:rPr>
              <w:t>(wskazany e-mail musi być zgodny z adresem</w:t>
            </w:r>
            <w:r w:rsidR="004E1BD9">
              <w:rPr>
                <w:sz w:val="20"/>
                <w:szCs w:val="20"/>
              </w:rPr>
              <w:br/>
              <w:t>e-mail podanym podczas rejestracji na platformie e-</w:t>
            </w:r>
            <w:proofErr w:type="spellStart"/>
            <w:r w:rsidR="004E1BD9">
              <w:rPr>
                <w:sz w:val="20"/>
                <w:szCs w:val="20"/>
              </w:rPr>
              <w:t>propublico</w:t>
            </w:r>
            <w:proofErr w:type="spellEnd"/>
            <w:r w:rsidR="004E1BD9">
              <w:rPr>
                <w:sz w:val="20"/>
                <w:szCs w:val="20"/>
              </w:rPr>
              <w:t>)</w:t>
            </w:r>
          </w:p>
        </w:tc>
        <w:tc>
          <w:tcPr>
            <w:tcW w:w="5523" w:type="dxa"/>
          </w:tcPr>
          <w:p w14:paraId="5EE442E3" w14:textId="77777777" w:rsidR="00AE2ACB" w:rsidRPr="00F3702D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</w:tr>
    </w:tbl>
    <w:p w14:paraId="2544C95E" w14:textId="77777777" w:rsidR="004E1BD9" w:rsidRDefault="004E1BD9" w:rsidP="004E1BD9">
      <w:pPr>
        <w:pStyle w:val="Akapitzlist"/>
        <w:numPr>
          <w:ilvl w:val="0"/>
          <w:numId w:val="1"/>
        </w:numPr>
        <w:spacing w:before="240" w:after="120" w:line="360" w:lineRule="auto"/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Przedmiot zamówienia zamierzam/y:</w:t>
      </w:r>
    </w:p>
    <w:p w14:paraId="5AEDDB5C" w14:textId="77777777" w:rsidR="004E1BD9" w:rsidRDefault="004E1BD9" w:rsidP="004E1BD9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sam/*</w:t>
      </w:r>
    </w:p>
    <w:p w14:paraId="72054BCF" w14:textId="77777777" w:rsidR="004E1BD9" w:rsidRDefault="004E1BD9" w:rsidP="004E1BD9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wspólnie/*</w:t>
      </w:r>
    </w:p>
    <w:p w14:paraId="156E43ED" w14:textId="625AC096" w:rsidR="004E1BD9" w:rsidRPr="003861E6" w:rsidRDefault="004E1BD9" w:rsidP="004E1BD9">
      <w:pPr>
        <w:pStyle w:val="Akapitzlist"/>
        <w:spacing w:before="240" w:line="276" w:lineRule="auto"/>
        <w:ind w:left="0"/>
        <w:jc w:val="both"/>
        <w:rPr>
          <w:sz w:val="12"/>
          <w:szCs w:val="12"/>
        </w:rPr>
      </w:pPr>
    </w:p>
    <w:p w14:paraId="73449637" w14:textId="77777777" w:rsidR="004E1BD9" w:rsidRPr="003861E6" w:rsidRDefault="004E1BD9" w:rsidP="004E1BD9">
      <w:pPr>
        <w:pStyle w:val="Akapitzlist"/>
        <w:spacing w:before="240" w:line="276" w:lineRule="auto"/>
        <w:ind w:left="0"/>
        <w:jc w:val="both"/>
        <w:rPr>
          <w:sz w:val="12"/>
          <w:szCs w:val="12"/>
        </w:rPr>
      </w:pPr>
    </w:p>
    <w:p w14:paraId="4230971E" w14:textId="77777777" w:rsidR="004E1BD9" w:rsidRDefault="004E1BD9" w:rsidP="004E1BD9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Pełnomocnik w przypadku składania oferty wspólnej:</w:t>
      </w:r>
    </w:p>
    <w:p w14:paraId="5D222054" w14:textId="77777777" w:rsidR="004E1BD9" w:rsidRDefault="004E1BD9" w:rsidP="004E1BD9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nazwisko i imię  lub nazwa podmiotu</w:t>
      </w:r>
    </w:p>
    <w:p w14:paraId="013F2CD5" w14:textId="77777777" w:rsidR="004E1BD9" w:rsidRDefault="004E1BD9" w:rsidP="004E1BD9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…………………………………………………………………………………..</w:t>
      </w:r>
    </w:p>
    <w:p w14:paraId="6FA79396" w14:textId="77777777" w:rsidR="004E1BD9" w:rsidRDefault="004E1BD9" w:rsidP="004E1BD9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adres: …………………………………………………………………………...</w:t>
      </w:r>
    </w:p>
    <w:p w14:paraId="0AD5C1C8" w14:textId="77777777" w:rsidR="004E1BD9" w:rsidRDefault="004E1BD9" w:rsidP="004E1BD9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stanowisko………………………………………………………………………</w:t>
      </w:r>
    </w:p>
    <w:p w14:paraId="4577BE0B" w14:textId="77777777" w:rsidR="004E1BD9" w:rsidRDefault="004E1BD9" w:rsidP="004E1BD9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nr telefonu………………………………….e-mail…………………………….</w:t>
      </w:r>
    </w:p>
    <w:p w14:paraId="1DC2822B" w14:textId="77777777" w:rsidR="004E1BD9" w:rsidRDefault="004E1BD9" w:rsidP="004E1BD9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zakres:</w:t>
      </w:r>
    </w:p>
    <w:p w14:paraId="4A085AC0" w14:textId="77777777" w:rsidR="004E1BD9" w:rsidRDefault="004E1BD9" w:rsidP="004E1BD9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postępowaniu/*</w:t>
      </w:r>
    </w:p>
    <w:p w14:paraId="3D8E5B41" w14:textId="77777777" w:rsidR="004E1BD9" w:rsidRDefault="004E1BD9" w:rsidP="004E1BD9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 i zawarcia umowy/</w:t>
      </w:r>
    </w:p>
    <w:p w14:paraId="4069F918" w14:textId="77777777" w:rsidR="004E1BD9" w:rsidRPr="004E1BD9" w:rsidRDefault="004E1BD9" w:rsidP="004E1BD9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34E2500D" w14:textId="020EF2A1" w:rsidR="00525EFF" w:rsidRPr="00F3702D" w:rsidRDefault="0097776D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F3702D">
        <w:rPr>
          <w:sz w:val="22"/>
          <w:szCs w:val="22"/>
        </w:rPr>
        <w:t>Załącznikami do oferty</w:t>
      </w:r>
      <w:r w:rsidR="00AF4AC3" w:rsidRPr="00F3702D">
        <w:rPr>
          <w:sz w:val="22"/>
          <w:szCs w:val="22"/>
        </w:rPr>
        <w:t>, stanowiącymi jej integralną część,</w:t>
      </w:r>
      <w:r w:rsidRPr="00F3702D">
        <w:rPr>
          <w:sz w:val="22"/>
          <w:szCs w:val="22"/>
        </w:rPr>
        <w:t xml:space="preserve"> są:</w:t>
      </w:r>
    </w:p>
    <w:p w14:paraId="6925D1C5" w14:textId="77777777" w:rsidR="007D475B" w:rsidRPr="00F3702D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F3702D">
        <w:rPr>
          <w:b/>
          <w:sz w:val="22"/>
          <w:szCs w:val="22"/>
        </w:rPr>
        <w:t>_____________________________</w:t>
      </w:r>
      <w:r w:rsidR="00AF4AC3" w:rsidRPr="00F3702D">
        <w:rPr>
          <w:b/>
          <w:sz w:val="22"/>
          <w:szCs w:val="22"/>
        </w:rPr>
        <w:t>_______________________________________</w:t>
      </w:r>
      <w:r w:rsidRPr="00F3702D">
        <w:rPr>
          <w:b/>
          <w:sz w:val="22"/>
          <w:szCs w:val="22"/>
        </w:rPr>
        <w:t>________</w:t>
      </w:r>
    </w:p>
    <w:p w14:paraId="6AED649B" w14:textId="77777777" w:rsidR="007D475B" w:rsidRPr="00F3702D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F3702D">
        <w:rPr>
          <w:b/>
          <w:sz w:val="22"/>
          <w:szCs w:val="22"/>
        </w:rPr>
        <w:t>_______________________________</w:t>
      </w:r>
      <w:r w:rsidR="00AF4AC3" w:rsidRPr="00F3702D">
        <w:rPr>
          <w:b/>
          <w:sz w:val="22"/>
          <w:szCs w:val="22"/>
        </w:rPr>
        <w:t>_______________________________________</w:t>
      </w:r>
      <w:r w:rsidRPr="00F3702D">
        <w:rPr>
          <w:b/>
          <w:sz w:val="22"/>
          <w:szCs w:val="22"/>
        </w:rPr>
        <w:t>______</w:t>
      </w:r>
    </w:p>
    <w:p w14:paraId="303979AF" w14:textId="77777777" w:rsidR="00AF4AC3" w:rsidRPr="00F3702D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27FDED4A" w14:textId="77777777" w:rsidR="00BC4F99" w:rsidRPr="00F3702D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 w:rsidRPr="00F3702D">
        <w:rPr>
          <w:sz w:val="22"/>
          <w:szCs w:val="22"/>
        </w:rPr>
        <w:t xml:space="preserve">Miejscowość, </w:t>
      </w:r>
      <w:r w:rsidR="0097776D" w:rsidRPr="00F3702D">
        <w:rPr>
          <w:sz w:val="22"/>
          <w:szCs w:val="22"/>
        </w:rPr>
        <w:t>________________ dnia _______________</w:t>
      </w:r>
      <w:r w:rsidR="0097776D" w:rsidRPr="00F3702D">
        <w:rPr>
          <w:i/>
          <w:sz w:val="22"/>
          <w:szCs w:val="22"/>
        </w:rPr>
        <w:tab/>
      </w:r>
    </w:p>
    <w:p w14:paraId="53850AFF" w14:textId="77777777" w:rsidR="0097776D" w:rsidRPr="00F3702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F3702D">
        <w:rPr>
          <w:i/>
          <w:sz w:val="22"/>
          <w:szCs w:val="22"/>
        </w:rPr>
        <w:t>___________________________________</w:t>
      </w:r>
    </w:p>
    <w:p w14:paraId="3203ADAE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F3702D">
        <w:rPr>
          <w:i/>
          <w:sz w:val="22"/>
          <w:szCs w:val="22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723B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F3EF3" w14:textId="77777777" w:rsidR="000724A9" w:rsidRDefault="000724A9" w:rsidP="00FF57EE">
      <w:r>
        <w:separator/>
      </w:r>
    </w:p>
  </w:endnote>
  <w:endnote w:type="continuationSeparator" w:id="0">
    <w:p w14:paraId="4D836B71" w14:textId="77777777" w:rsidR="000724A9" w:rsidRDefault="000724A9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79A74" w14:textId="77777777" w:rsidR="001B1AA5" w:rsidRDefault="001B1A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A082B" w14:textId="77777777" w:rsidR="001B1AA5" w:rsidRDefault="001B1A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8B663" w14:textId="77777777" w:rsidR="001B1AA5" w:rsidRDefault="001B1A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8CDD" w14:textId="77777777" w:rsidR="000724A9" w:rsidRDefault="000724A9" w:rsidP="00FF57EE">
      <w:r>
        <w:separator/>
      </w:r>
    </w:p>
  </w:footnote>
  <w:footnote w:type="continuationSeparator" w:id="0">
    <w:p w14:paraId="407920B9" w14:textId="77777777" w:rsidR="000724A9" w:rsidRDefault="000724A9" w:rsidP="00FF57EE">
      <w:r>
        <w:continuationSeparator/>
      </w:r>
    </w:p>
  </w:footnote>
  <w:footnote w:id="1">
    <w:p w14:paraId="23FF9D72" w14:textId="77777777" w:rsidR="0091443D" w:rsidRPr="00BC4F99" w:rsidRDefault="0091443D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047D56A" w14:textId="77777777" w:rsidR="0091443D" w:rsidRDefault="0091443D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7ED3036B" w14:textId="77777777" w:rsidR="0091443D" w:rsidRDefault="0091443D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00371DC1" w14:textId="77777777" w:rsidR="0091443D" w:rsidRDefault="0091443D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D7D2E95" w14:textId="77777777" w:rsidR="0091443D" w:rsidRDefault="0091443D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E3B3" w14:textId="77777777" w:rsidR="001B1AA5" w:rsidRDefault="001B1A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3FACE" w14:textId="399D8E54" w:rsidR="007E1022" w:rsidRPr="001B1AA5" w:rsidRDefault="001B1AA5">
    <w:pPr>
      <w:pStyle w:val="Nagwek"/>
    </w:pPr>
    <w:r w:rsidRPr="001B1AA5">
      <w:rPr>
        <w:rFonts w:ascii="Arial" w:hAnsi="Arial" w:cs="Arial"/>
      </w:rPr>
      <w:t>ZP/01/2025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FB54" w14:textId="77777777" w:rsidR="001B1AA5" w:rsidRDefault="001B1A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672A2"/>
    <w:multiLevelType w:val="hybridMultilevel"/>
    <w:tmpl w:val="48CAC4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73A7470"/>
    <w:multiLevelType w:val="hybridMultilevel"/>
    <w:tmpl w:val="FFFFFFFF"/>
    <w:lvl w:ilvl="0" w:tplc="7400928E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08867334">
    <w:abstractNumId w:val="4"/>
  </w:num>
  <w:num w:numId="2" w16cid:durableId="816383642">
    <w:abstractNumId w:val="1"/>
  </w:num>
  <w:num w:numId="3" w16cid:durableId="1349063550">
    <w:abstractNumId w:val="2"/>
  </w:num>
  <w:num w:numId="4" w16cid:durableId="1894386069">
    <w:abstractNumId w:val="5"/>
  </w:num>
  <w:num w:numId="5" w16cid:durableId="2032149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7906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56D"/>
    <w:rsid w:val="000724A9"/>
    <w:rsid w:val="000B37CD"/>
    <w:rsid w:val="000B6C14"/>
    <w:rsid w:val="000F474E"/>
    <w:rsid w:val="00102A53"/>
    <w:rsid w:val="001063D3"/>
    <w:rsid w:val="0012230C"/>
    <w:rsid w:val="00123E2A"/>
    <w:rsid w:val="00166C16"/>
    <w:rsid w:val="001932A1"/>
    <w:rsid w:val="001B1AA5"/>
    <w:rsid w:val="001C7D84"/>
    <w:rsid w:val="002214DB"/>
    <w:rsid w:val="00267D1F"/>
    <w:rsid w:val="002800DE"/>
    <w:rsid w:val="002B74D6"/>
    <w:rsid w:val="002C4C8A"/>
    <w:rsid w:val="002E612D"/>
    <w:rsid w:val="00300C36"/>
    <w:rsid w:val="003355F1"/>
    <w:rsid w:val="0038438A"/>
    <w:rsid w:val="003861E6"/>
    <w:rsid w:val="003B2B9F"/>
    <w:rsid w:val="003B769C"/>
    <w:rsid w:val="004731DB"/>
    <w:rsid w:val="004D5A42"/>
    <w:rsid w:val="004E1BD9"/>
    <w:rsid w:val="004F563D"/>
    <w:rsid w:val="00525EFF"/>
    <w:rsid w:val="00564493"/>
    <w:rsid w:val="005773A7"/>
    <w:rsid w:val="00581949"/>
    <w:rsid w:val="005844F6"/>
    <w:rsid w:val="005B6594"/>
    <w:rsid w:val="005C152B"/>
    <w:rsid w:val="005F6F5F"/>
    <w:rsid w:val="0060625F"/>
    <w:rsid w:val="0066035E"/>
    <w:rsid w:val="00660425"/>
    <w:rsid w:val="006779B6"/>
    <w:rsid w:val="00687E73"/>
    <w:rsid w:val="00693D65"/>
    <w:rsid w:val="00696D39"/>
    <w:rsid w:val="006970D4"/>
    <w:rsid w:val="006B63D6"/>
    <w:rsid w:val="006C641D"/>
    <w:rsid w:val="006D09E0"/>
    <w:rsid w:val="006E4D62"/>
    <w:rsid w:val="006F369D"/>
    <w:rsid w:val="00723BE5"/>
    <w:rsid w:val="007905DF"/>
    <w:rsid w:val="007B37BC"/>
    <w:rsid w:val="007D475B"/>
    <w:rsid w:val="007E1022"/>
    <w:rsid w:val="007E331F"/>
    <w:rsid w:val="007F17EE"/>
    <w:rsid w:val="007F335B"/>
    <w:rsid w:val="007F3E87"/>
    <w:rsid w:val="0082256D"/>
    <w:rsid w:val="00872066"/>
    <w:rsid w:val="008C6DD5"/>
    <w:rsid w:val="008F4457"/>
    <w:rsid w:val="009047BC"/>
    <w:rsid w:val="0091443D"/>
    <w:rsid w:val="009312B4"/>
    <w:rsid w:val="00964209"/>
    <w:rsid w:val="0097776D"/>
    <w:rsid w:val="00983D1D"/>
    <w:rsid w:val="009859B8"/>
    <w:rsid w:val="009A75BC"/>
    <w:rsid w:val="009D75A8"/>
    <w:rsid w:val="00A206A0"/>
    <w:rsid w:val="00A30D75"/>
    <w:rsid w:val="00A50E18"/>
    <w:rsid w:val="00AA39D6"/>
    <w:rsid w:val="00AC1929"/>
    <w:rsid w:val="00AD2D85"/>
    <w:rsid w:val="00AE2ACB"/>
    <w:rsid w:val="00AF4AC3"/>
    <w:rsid w:val="00B1344A"/>
    <w:rsid w:val="00B206D3"/>
    <w:rsid w:val="00B42529"/>
    <w:rsid w:val="00B47637"/>
    <w:rsid w:val="00B53903"/>
    <w:rsid w:val="00B80890"/>
    <w:rsid w:val="00B816AE"/>
    <w:rsid w:val="00B9086B"/>
    <w:rsid w:val="00BA7607"/>
    <w:rsid w:val="00BB6F10"/>
    <w:rsid w:val="00BC4F99"/>
    <w:rsid w:val="00C22F7D"/>
    <w:rsid w:val="00C4149D"/>
    <w:rsid w:val="00C500EB"/>
    <w:rsid w:val="00C9037B"/>
    <w:rsid w:val="00CA5C20"/>
    <w:rsid w:val="00CA6599"/>
    <w:rsid w:val="00CE3AE6"/>
    <w:rsid w:val="00D554C7"/>
    <w:rsid w:val="00D559CA"/>
    <w:rsid w:val="00D64F0D"/>
    <w:rsid w:val="00D8701E"/>
    <w:rsid w:val="00DA25F9"/>
    <w:rsid w:val="00DB1569"/>
    <w:rsid w:val="00DC336F"/>
    <w:rsid w:val="00E00217"/>
    <w:rsid w:val="00E1735C"/>
    <w:rsid w:val="00E3766C"/>
    <w:rsid w:val="00E9688E"/>
    <w:rsid w:val="00EA00CD"/>
    <w:rsid w:val="00F134D5"/>
    <w:rsid w:val="00F15739"/>
    <w:rsid w:val="00F31EAC"/>
    <w:rsid w:val="00F3702D"/>
    <w:rsid w:val="00F64C69"/>
    <w:rsid w:val="00F91152"/>
    <w:rsid w:val="00F92541"/>
    <w:rsid w:val="00F95767"/>
    <w:rsid w:val="00F95FE0"/>
    <w:rsid w:val="00FF1890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D9AFF"/>
  <w15:chartTrackingRefBased/>
  <w15:docId w15:val="{D180EDC6-39BC-4DE7-8C0F-05AC11EF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rsid w:val="00A206A0"/>
    <w:pPr>
      <w:widowControl w:val="0"/>
      <w:suppressAutoHyphens/>
      <w:spacing w:line="300" w:lineRule="auto"/>
      <w:ind w:left="280" w:hanging="280"/>
      <w:jc w:val="both"/>
    </w:pPr>
    <w:rPr>
      <w:rFonts w:ascii="Arial" w:hAnsi="Arial" w:cs="Arial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96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88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9688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88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9688E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E0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rsid w:val="0056449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64493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44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hurtowe-ceny-paliw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J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5A173-7A99-4D8F-8986-94725CFE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</TotalTime>
  <Pages>1</Pages>
  <Words>743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Agnieszka.Janiak</dc:creator>
  <cp:keywords/>
  <dc:description/>
  <cp:lastModifiedBy>Stefania Wierzyk</cp:lastModifiedBy>
  <cp:revision>11</cp:revision>
  <cp:lastPrinted>2024-04-15T10:43:00Z</cp:lastPrinted>
  <dcterms:created xsi:type="dcterms:W3CDTF">2025-11-18T13:57:00Z</dcterms:created>
  <dcterms:modified xsi:type="dcterms:W3CDTF">2025-11-25T13:25:00Z</dcterms:modified>
</cp:coreProperties>
</file>